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4E" w:rsidRPr="0067164B" w:rsidRDefault="003E464E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ПРИЛОЖЕНИЕ № 1 </w:t>
      </w:r>
    </w:p>
    <w:p w:rsidR="003E464E" w:rsidRPr="0067164B" w:rsidRDefault="003E464E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к Порядку принятия решения </w:t>
      </w:r>
    </w:p>
    <w:p w:rsidR="003E464E" w:rsidRPr="0067164B" w:rsidRDefault="003E464E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о разработке, формирования, реализации </w:t>
      </w:r>
    </w:p>
    <w:p w:rsidR="003E464E" w:rsidRPr="0067164B" w:rsidRDefault="003E464E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и оценки эффективности реализации </w:t>
      </w:r>
    </w:p>
    <w:p w:rsidR="003E464E" w:rsidRPr="0067164B" w:rsidRDefault="003E464E" w:rsidP="00492FD1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</w:p>
    <w:p w:rsidR="003E464E" w:rsidRPr="0067164B" w:rsidRDefault="003E464E" w:rsidP="00492FD1">
      <w:pPr>
        <w:spacing w:after="0"/>
        <w:rPr>
          <w:rFonts w:ascii="Times New Roman" w:hAnsi="Times New Roman" w:cs="Times New Roman"/>
        </w:rPr>
      </w:pPr>
    </w:p>
    <w:p w:rsidR="003E464E" w:rsidRPr="0067164B" w:rsidRDefault="003E464E" w:rsidP="00492FD1">
      <w:pPr>
        <w:spacing w:after="0"/>
        <w:rPr>
          <w:rFonts w:ascii="Times New Roman" w:hAnsi="Times New Roman" w:cs="Times New Roman"/>
        </w:rPr>
      </w:pPr>
    </w:p>
    <w:p w:rsidR="003E464E" w:rsidRPr="0067164B" w:rsidRDefault="003E464E" w:rsidP="00492FD1">
      <w:pPr>
        <w:spacing w:after="0" w:line="216" w:lineRule="auto"/>
        <w:rPr>
          <w:rFonts w:ascii="Times New Roman" w:hAnsi="Times New Roman" w:cs="Times New Roman"/>
        </w:rPr>
      </w:pPr>
    </w:p>
    <w:p w:rsidR="003E464E" w:rsidRPr="0067164B" w:rsidRDefault="003E464E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3E464E" w:rsidRPr="0067164B" w:rsidRDefault="003E464E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Унароковского сельского поселения Мостовского района</w:t>
      </w:r>
    </w:p>
    <w:p w:rsidR="003E464E" w:rsidRPr="0067164B" w:rsidRDefault="003E464E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«_________________________________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  <w:r w:rsidRPr="0067164B">
        <w:rPr>
          <w:rFonts w:ascii="Times New Roman" w:hAnsi="Times New Roman" w:cs="Times New Roman"/>
          <w:b/>
          <w:bCs/>
          <w:sz w:val="28"/>
          <w:szCs w:val="28"/>
        </w:rPr>
        <w:t>_»</w:t>
      </w:r>
    </w:p>
    <w:p w:rsidR="003E464E" w:rsidRPr="0067164B" w:rsidRDefault="003E464E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464E" w:rsidRDefault="003E464E" w:rsidP="00595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926CCA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E464E" w:rsidRPr="00926CCA" w:rsidRDefault="003E464E" w:rsidP="00595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 w:cs="Times New Roman"/>
          <w:sz w:val="28"/>
          <w:szCs w:val="28"/>
        </w:rPr>
      </w:pPr>
      <w:r w:rsidRPr="00926CCA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3E464E" w:rsidRPr="0067164B" w:rsidRDefault="003E464E" w:rsidP="00595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778"/>
      </w:tblGrid>
      <w:tr w:rsidR="003E464E" w:rsidRPr="00926CCA">
        <w:tc>
          <w:tcPr>
            <w:tcW w:w="5778" w:type="dxa"/>
          </w:tcPr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64E" w:rsidRPr="00926CCA">
        <w:tc>
          <w:tcPr>
            <w:tcW w:w="5778" w:type="dxa"/>
          </w:tcPr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64E" w:rsidRPr="00926CCA">
        <w:tc>
          <w:tcPr>
            <w:tcW w:w="5778" w:type="dxa"/>
          </w:tcPr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64E" w:rsidRPr="00926CCA">
        <w:tc>
          <w:tcPr>
            <w:tcW w:w="5778" w:type="dxa"/>
          </w:tcPr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64E" w:rsidRPr="00926CCA">
        <w:tc>
          <w:tcPr>
            <w:tcW w:w="5778" w:type="dxa"/>
          </w:tcPr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64E" w:rsidRPr="00926CCA">
        <w:tc>
          <w:tcPr>
            <w:tcW w:w="5778" w:type="dxa"/>
          </w:tcPr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64E" w:rsidRPr="00926CCA">
        <w:tc>
          <w:tcPr>
            <w:tcW w:w="5778" w:type="dxa"/>
          </w:tcPr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64E" w:rsidRPr="00926CCA">
        <w:tc>
          <w:tcPr>
            <w:tcW w:w="5778" w:type="dxa"/>
          </w:tcPr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64E" w:rsidRPr="00926CCA">
        <w:tc>
          <w:tcPr>
            <w:tcW w:w="5778" w:type="dxa"/>
          </w:tcPr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E464E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4E" w:rsidRPr="00926CCA" w:rsidRDefault="003E464E" w:rsidP="005957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</w:t>
            </w: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E464E" w:rsidRPr="00926CCA" w:rsidRDefault="003E464E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464E" w:rsidRPr="0067164B" w:rsidRDefault="003E464E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64E" w:rsidRPr="0067164B" w:rsidRDefault="003E464E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64E" w:rsidRDefault="003E464E" w:rsidP="00492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отдела по финансам,</w:t>
      </w:r>
    </w:p>
    <w:p w:rsidR="003E464E" w:rsidRDefault="003E464E" w:rsidP="000C742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экономики                                                                       О.С.Дроздова</w:t>
      </w:r>
    </w:p>
    <w:p w:rsidR="003E464E" w:rsidRDefault="003E464E"/>
    <w:sectPr w:rsidR="003E464E" w:rsidSect="00B8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FD1"/>
    <w:rsid w:val="000C7427"/>
    <w:rsid w:val="00260D5E"/>
    <w:rsid w:val="0033486D"/>
    <w:rsid w:val="003354D7"/>
    <w:rsid w:val="003E464E"/>
    <w:rsid w:val="00492FD1"/>
    <w:rsid w:val="00595771"/>
    <w:rsid w:val="00635B12"/>
    <w:rsid w:val="0067164B"/>
    <w:rsid w:val="00673FAB"/>
    <w:rsid w:val="008763FA"/>
    <w:rsid w:val="00926CCA"/>
    <w:rsid w:val="009C1125"/>
    <w:rsid w:val="00A802ED"/>
    <w:rsid w:val="00AF68BF"/>
    <w:rsid w:val="00B86E84"/>
    <w:rsid w:val="00BE50D6"/>
    <w:rsid w:val="00C6436B"/>
    <w:rsid w:val="00C6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2E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132</Words>
  <Characters>758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2014-09-11T11:25:00Z</cp:lastPrinted>
  <dcterms:created xsi:type="dcterms:W3CDTF">2014-09-11T11:23:00Z</dcterms:created>
  <dcterms:modified xsi:type="dcterms:W3CDTF">2014-09-18T11:16:00Z</dcterms:modified>
</cp:coreProperties>
</file>