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98" w:type="pct"/>
        <w:tblInd w:w="-180" w:type="dxa"/>
        <w:tblCellMar>
          <w:left w:w="0" w:type="dxa"/>
          <w:right w:w="0" w:type="dxa"/>
        </w:tblCellMar>
        <w:tblLook w:val="01E0"/>
      </w:tblPr>
      <w:tblGrid>
        <w:gridCol w:w="9593"/>
      </w:tblGrid>
      <w:tr w:rsidR="00474489" w:rsidRPr="003D7A2B" w:rsidTr="00D76B5B">
        <w:trPr>
          <w:trHeight w:val="1429"/>
        </w:trPr>
        <w:tc>
          <w:tcPr>
            <w:tcW w:w="5000" w:type="pct"/>
          </w:tcPr>
          <w:p w:rsidR="00474489" w:rsidRPr="00D76B5B" w:rsidRDefault="00474489" w:rsidP="00D76B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7.2pt;margin-top:1.15pt;width:50.25pt;height:62.25pt;z-index:-251658240;visibility:visible" wrapcoords="-322 0 -322 21340 21600 21340 21600 0 -322 0">
                  <v:imagedata r:id="rId6" o:title=""/>
                  <w10:wrap type="through"/>
                </v:shape>
              </w:pict>
            </w:r>
          </w:p>
          <w:p w:rsidR="00474489" w:rsidRPr="00D76B5B" w:rsidRDefault="00474489" w:rsidP="00D76B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74489" w:rsidRPr="00D76B5B" w:rsidRDefault="00474489" w:rsidP="00D76B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74489" w:rsidRPr="00D76B5B" w:rsidRDefault="00474489" w:rsidP="00D76B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74489" w:rsidRPr="00D76B5B" w:rsidRDefault="00474489" w:rsidP="00D76B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4489" w:rsidRPr="003D7A2B" w:rsidTr="00D76B5B">
        <w:trPr>
          <w:trHeight w:val="1429"/>
        </w:trPr>
        <w:tc>
          <w:tcPr>
            <w:tcW w:w="5000" w:type="pct"/>
          </w:tcPr>
          <w:p w:rsidR="00474489" w:rsidRPr="00D76B5B" w:rsidRDefault="00474489" w:rsidP="00D76B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6B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МУНИЦИПАЛЬНОГО ОБРАЗОВАНИЯ </w:t>
            </w:r>
          </w:p>
          <w:p w:rsidR="00474489" w:rsidRPr="00D76B5B" w:rsidRDefault="00474489" w:rsidP="00D76B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6B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МОСТОВСКИЙ РАЙОН </w:t>
            </w:r>
          </w:p>
          <w:p w:rsidR="00474489" w:rsidRPr="00D76B5B" w:rsidRDefault="00474489" w:rsidP="00D76B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6B5B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474489" w:rsidRPr="003D7A2B" w:rsidTr="00D76B5B">
        <w:trPr>
          <w:trHeight w:hRule="exact" w:val="360"/>
        </w:trPr>
        <w:tc>
          <w:tcPr>
            <w:tcW w:w="5000" w:type="pct"/>
          </w:tcPr>
          <w:p w:rsidR="00474489" w:rsidRPr="00D76B5B" w:rsidRDefault="00474489" w:rsidP="00D76B5B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ind w:left="1080" w:right="8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B5B">
              <w:rPr>
                <w:rFonts w:ascii="Times New Roman" w:hAnsi="Times New Roman" w:cs="Times New Roman"/>
                <w:sz w:val="28"/>
                <w:szCs w:val="28"/>
              </w:rPr>
              <w:t>от _____________                                                № _____________</w:t>
            </w:r>
          </w:p>
        </w:tc>
      </w:tr>
      <w:tr w:rsidR="00474489" w:rsidRPr="003D7A2B" w:rsidTr="00D76B5B">
        <w:tc>
          <w:tcPr>
            <w:tcW w:w="5000" w:type="pct"/>
          </w:tcPr>
          <w:p w:rsidR="00474489" w:rsidRPr="00D76B5B" w:rsidRDefault="00474489" w:rsidP="00D7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B5B">
              <w:rPr>
                <w:rFonts w:ascii="Times New Roman" w:hAnsi="Times New Roman" w:cs="Times New Roman"/>
                <w:sz w:val="28"/>
                <w:szCs w:val="28"/>
              </w:rPr>
              <w:t>пгт Мостовской</w:t>
            </w:r>
          </w:p>
          <w:p w:rsidR="00474489" w:rsidRPr="00D76B5B" w:rsidRDefault="00474489" w:rsidP="00D7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489" w:rsidRPr="00D76B5B" w:rsidRDefault="00474489" w:rsidP="00D76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489" w:rsidRPr="003D7A2B" w:rsidTr="00D76B5B">
        <w:tc>
          <w:tcPr>
            <w:tcW w:w="5000" w:type="pct"/>
          </w:tcPr>
          <w:p w:rsidR="00474489" w:rsidRPr="00D76B5B" w:rsidRDefault="00474489" w:rsidP="00D76B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6B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Порядка </w:t>
            </w:r>
            <w:r w:rsidRPr="00D76B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выдачи разрешения представителем нанимателя (работодателем) </w:t>
            </w:r>
            <w:r w:rsidRPr="00D76B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муниципальными служащими администрации муниципального образования Мостовский район </w:t>
            </w:r>
            <w:r w:rsidRPr="00D76B5B">
              <w:rPr>
                <w:rFonts w:ascii="Times New Roman" w:hAnsi="Times New Roman" w:cs="Times New Roman"/>
                <w:b/>
                <w:sz w:val="28"/>
                <w:szCs w:val="28"/>
              </w:rPr>
              <w:t>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      </w:r>
          </w:p>
        </w:tc>
      </w:tr>
    </w:tbl>
    <w:p w:rsidR="00474489" w:rsidRDefault="00474489" w:rsidP="00A73D6C">
      <w:pPr>
        <w:pStyle w:val="Heading1"/>
        <w:spacing w:before="0" w:after="0"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474489" w:rsidRDefault="00474489" w:rsidP="00DF782E"/>
    <w:p w:rsidR="00474489" w:rsidRPr="00DF782E" w:rsidRDefault="00474489" w:rsidP="00DF782E"/>
    <w:p w:rsidR="00474489" w:rsidRPr="0046009A" w:rsidRDefault="00474489" w:rsidP="00A73D6C">
      <w:pPr>
        <w:pStyle w:val="Heading1"/>
        <w:spacing w:before="0" w:after="0"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C11B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пунктом 3 части 1 статьи 14</w:t>
      </w:r>
      <w:r w:rsidRPr="00DC11B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Федерального закона от 2 марта 2007 года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№</w:t>
      </w:r>
      <w:r w:rsidRPr="00DC11B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25-ФЗ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«</w:t>
      </w:r>
      <w:r w:rsidRPr="00DC11B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 муниципально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й службе в Российской Федерации»</w:t>
      </w:r>
      <w:r w:rsidRPr="00DC11B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решением Совета муниципального образования Мостовский район от 26 апреля 2016 года №65 «Об утверждении Положения о муниципальной службе в муниципальном образовании Мостовский район»</w:t>
      </w:r>
      <w:r w:rsidRPr="00DC11B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</w:t>
      </w:r>
      <w:r w:rsidRPr="0046009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 о с т а н о в л я ю:</w:t>
      </w:r>
      <w:bookmarkStart w:id="0" w:name="sub_1"/>
    </w:p>
    <w:bookmarkEnd w:id="0"/>
    <w:p w:rsidR="00474489" w:rsidRPr="00DC11BB" w:rsidRDefault="00474489" w:rsidP="00A73D6C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C11BB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Pr="00DF782E">
        <w:rPr>
          <w:rFonts w:ascii="Times New Roman" w:hAnsi="Times New Roman" w:cs="Times New Roman"/>
          <w:sz w:val="28"/>
          <w:szCs w:val="28"/>
        </w:rPr>
        <w:t xml:space="preserve">выдачи разрешения представителем нанимателя (работодателем) </w:t>
      </w:r>
      <w:r w:rsidRPr="00DF782E">
        <w:rPr>
          <w:rFonts w:ascii="Times New Roman" w:hAnsi="Times New Roman" w:cs="Times New Roman"/>
          <w:bCs/>
          <w:sz w:val="28"/>
          <w:szCs w:val="28"/>
        </w:rPr>
        <w:t xml:space="preserve">муниципальными служащими администрации муниципального образования Мостовский район </w:t>
      </w:r>
      <w:r w:rsidRPr="00DF782E">
        <w:rPr>
          <w:rFonts w:ascii="Times New Roman" w:hAnsi="Times New Roman" w:cs="Times New Roman"/>
          <w:sz w:val="28"/>
          <w:szCs w:val="28"/>
        </w:rPr>
        <w:t>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</w:r>
      <w:r w:rsidRPr="00DC11BB">
        <w:rPr>
          <w:rFonts w:ascii="Times New Roman" w:hAnsi="Times New Roman" w:cs="Times New Roman"/>
          <w:sz w:val="28"/>
          <w:szCs w:val="28"/>
        </w:rPr>
        <w:t xml:space="preserve"> (далее - Порядок) </w:t>
      </w:r>
      <w:r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DC11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4489" w:rsidRPr="00DC11BB" w:rsidRDefault="00474489" w:rsidP="00A73D6C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2.Начальникам</w:t>
      </w:r>
      <w:r w:rsidRPr="00DC11BB">
        <w:rPr>
          <w:rFonts w:ascii="Times New Roman" w:hAnsi="Times New Roman" w:cs="Times New Roman"/>
          <w:sz w:val="28"/>
          <w:szCs w:val="28"/>
        </w:rPr>
        <w:t xml:space="preserve"> структурных подразделений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Мостовский</w:t>
      </w:r>
      <w:r w:rsidRPr="00DC11BB">
        <w:rPr>
          <w:rFonts w:ascii="Times New Roman" w:hAnsi="Times New Roman" w:cs="Times New Roman"/>
          <w:sz w:val="28"/>
          <w:szCs w:val="28"/>
        </w:rPr>
        <w:t xml:space="preserve"> район ознакомить муниципальных служащих с утвержденным Порядком.</w:t>
      </w:r>
    </w:p>
    <w:p w:rsidR="00474489" w:rsidRDefault="00474489" w:rsidP="00A73D6C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C11BB">
        <w:rPr>
          <w:rFonts w:ascii="Times New Roman" w:hAnsi="Times New Roman" w:cs="Times New Roman"/>
          <w:sz w:val="28"/>
          <w:szCs w:val="28"/>
        </w:rPr>
        <w:t>С целью недопущения нарушения права муниципального служащего на выполнен</w:t>
      </w:r>
      <w:r>
        <w:rPr>
          <w:rFonts w:ascii="Times New Roman" w:hAnsi="Times New Roman" w:cs="Times New Roman"/>
          <w:sz w:val="28"/>
          <w:szCs w:val="28"/>
        </w:rPr>
        <w:t xml:space="preserve">ие иной </w:t>
      </w:r>
      <w:r w:rsidRPr="00DC11BB">
        <w:rPr>
          <w:rFonts w:ascii="Times New Roman" w:hAnsi="Times New Roman" w:cs="Times New Roman"/>
          <w:sz w:val="28"/>
          <w:szCs w:val="28"/>
        </w:rPr>
        <w:t>оплачиваемой работы и предотвращения возникновения конфликта интересов рекомендовать главам городск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DC11BB">
        <w:rPr>
          <w:rFonts w:ascii="Times New Roman" w:hAnsi="Times New Roman" w:cs="Times New Roman"/>
          <w:sz w:val="28"/>
          <w:szCs w:val="28"/>
        </w:rPr>
        <w:t xml:space="preserve"> и сельских поселений </w:t>
      </w:r>
      <w:r>
        <w:rPr>
          <w:rFonts w:ascii="Times New Roman" w:hAnsi="Times New Roman" w:cs="Times New Roman"/>
          <w:sz w:val="28"/>
          <w:szCs w:val="28"/>
        </w:rPr>
        <w:t>Мостовского</w:t>
      </w:r>
      <w:r w:rsidRPr="00DC11BB">
        <w:rPr>
          <w:rFonts w:ascii="Times New Roman" w:hAnsi="Times New Roman" w:cs="Times New Roman"/>
          <w:sz w:val="28"/>
          <w:szCs w:val="28"/>
        </w:rPr>
        <w:t xml:space="preserve"> района утвердить соответствующий Порядок на уровне поселения.</w:t>
      </w:r>
    </w:p>
    <w:p w:rsidR="00474489" w:rsidRPr="009504CE" w:rsidRDefault="00474489" w:rsidP="00A73D6C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504CE">
        <w:rPr>
          <w:rFonts w:ascii="Times New Roman" w:hAnsi="Times New Roman" w:cs="Times New Roman"/>
          <w:sz w:val="28"/>
          <w:szCs w:val="28"/>
        </w:rPr>
        <w:t>.</w:t>
      </w:r>
      <w:r w:rsidRPr="009504CE"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постановление администрации муниципального образования Мостовский район от15 января 2018 года №10 «Об утверждении Порядка </w:t>
      </w:r>
      <w:r w:rsidRPr="009504CE">
        <w:rPr>
          <w:rFonts w:ascii="Times New Roman" w:hAnsi="Times New Roman" w:cs="Times New Roman"/>
          <w:sz w:val="28"/>
          <w:szCs w:val="28"/>
        </w:rPr>
        <w:t xml:space="preserve">выдачи разрешения представителем нанимателя (работодателем) </w:t>
      </w:r>
      <w:r w:rsidRPr="009504CE">
        <w:rPr>
          <w:rFonts w:ascii="Times New Roman" w:hAnsi="Times New Roman" w:cs="Times New Roman"/>
          <w:bCs/>
          <w:sz w:val="28"/>
          <w:szCs w:val="28"/>
        </w:rPr>
        <w:t xml:space="preserve">муниципальными служащими администрации, контрольно – счётной палаты, Совета муниципального образования Мостовский район </w:t>
      </w:r>
      <w:r w:rsidRPr="009504CE">
        <w:rPr>
          <w:rFonts w:ascii="Times New Roman" w:hAnsi="Times New Roman" w:cs="Times New Roman"/>
          <w:sz w:val="28"/>
          <w:szCs w:val="28"/>
        </w:rPr>
        <w:t>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управления».</w:t>
      </w:r>
    </w:p>
    <w:p w:rsidR="00474489" w:rsidRDefault="00474489" w:rsidP="00A73D6C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.Общему отделу администрации муниципального образования Мостовский район </w:t>
      </w:r>
      <w:r w:rsidRPr="00BF07B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Свеженец</w:t>
      </w:r>
      <w:r w:rsidRPr="00BF07BC">
        <w:rPr>
          <w:rFonts w:ascii="Times New Roman" w:hAnsi="Times New Roman"/>
          <w:sz w:val="28"/>
          <w:szCs w:val="28"/>
        </w:rPr>
        <w:t xml:space="preserve">) </w:t>
      </w:r>
      <w:r w:rsidRPr="00A77FEF">
        <w:rPr>
          <w:rFonts w:ascii="Times New Roman" w:hAnsi="Times New Roman"/>
          <w:sz w:val="28"/>
          <w:szCs w:val="28"/>
        </w:rPr>
        <w:t xml:space="preserve">обнародовать </w:t>
      </w:r>
      <w:r w:rsidRPr="00BF07BC">
        <w:rPr>
          <w:rFonts w:ascii="Times New Roman" w:hAnsi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постановление.</w:t>
      </w:r>
    </w:p>
    <w:p w:rsidR="00474489" w:rsidRDefault="00474489" w:rsidP="00A73D6C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6.Отделу информатизации управления делами </w:t>
      </w:r>
      <w:r w:rsidRPr="003543E2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Мостовский район </w:t>
      </w:r>
      <w:r>
        <w:rPr>
          <w:rFonts w:ascii="Times New Roman" w:hAnsi="Times New Roman"/>
          <w:sz w:val="28"/>
          <w:szCs w:val="28"/>
        </w:rPr>
        <w:t>(Герасименко)</w:t>
      </w:r>
      <w:r w:rsidRPr="00BF07BC">
        <w:rPr>
          <w:rFonts w:ascii="Times New Roman" w:hAnsi="Times New Roman"/>
          <w:sz w:val="28"/>
          <w:szCs w:val="28"/>
        </w:rPr>
        <w:t xml:space="preserve"> разместить </w:t>
      </w:r>
      <w:r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BF07BC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Pr="00BF07BC">
        <w:rPr>
          <w:rFonts w:ascii="Times New Roman" w:hAnsi="Times New Roman"/>
          <w:sz w:val="28"/>
          <w:szCs w:val="28"/>
        </w:rPr>
        <w:t xml:space="preserve"> в сети </w:t>
      </w:r>
      <w:r>
        <w:rPr>
          <w:rFonts w:ascii="Times New Roman" w:hAnsi="Times New Roman"/>
          <w:sz w:val="28"/>
          <w:szCs w:val="28"/>
        </w:rPr>
        <w:t>И</w:t>
      </w:r>
      <w:r w:rsidRPr="00BF07BC">
        <w:rPr>
          <w:rFonts w:ascii="Times New Roman" w:hAnsi="Times New Roman"/>
          <w:sz w:val="28"/>
          <w:szCs w:val="28"/>
        </w:rPr>
        <w:t>нтернет.</w:t>
      </w:r>
    </w:p>
    <w:p w:rsidR="00474489" w:rsidRPr="0046009A" w:rsidRDefault="00474489" w:rsidP="00A73D6C">
      <w:pPr>
        <w:pStyle w:val="Heading1"/>
        <w:spacing w:before="0" w:after="0"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7</w:t>
      </w:r>
      <w:r w:rsidRPr="0046009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.Контроль за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вы</w:t>
      </w:r>
      <w:r w:rsidRPr="0046009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полнением настоящего постановления оставляю за собой. </w:t>
      </w:r>
    </w:p>
    <w:p w:rsidR="00474489" w:rsidRPr="0046009A" w:rsidRDefault="00474489" w:rsidP="00A73D6C">
      <w:pPr>
        <w:pStyle w:val="Heading1"/>
        <w:spacing w:before="0" w:after="0"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8</w:t>
      </w:r>
      <w:r w:rsidRPr="0046009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.Постановление вступает в силу со дня его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официального обнародования</w:t>
      </w:r>
      <w:r w:rsidRPr="0046009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p w:rsidR="00474489" w:rsidRDefault="00474489" w:rsidP="00A73D6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74489" w:rsidRDefault="00474489" w:rsidP="00A73D6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74489" w:rsidRPr="0046009A" w:rsidRDefault="00474489" w:rsidP="00A73D6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74489" w:rsidRPr="0046009A" w:rsidRDefault="00474489" w:rsidP="0046009A">
      <w:pPr>
        <w:rPr>
          <w:rFonts w:ascii="Times New Roman" w:hAnsi="Times New Roman" w:cs="Times New Roman"/>
          <w:sz w:val="28"/>
          <w:szCs w:val="28"/>
        </w:rPr>
      </w:pPr>
      <w:r w:rsidRPr="0046009A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74489" w:rsidRPr="00085EE4" w:rsidRDefault="00474489" w:rsidP="0046009A">
      <w:pPr>
        <w:rPr>
          <w:rFonts w:ascii="Times New Roman" w:hAnsi="Times New Roman" w:cs="Times New Roman"/>
          <w:sz w:val="28"/>
          <w:szCs w:val="28"/>
        </w:rPr>
      </w:pPr>
      <w:r w:rsidRPr="00085EE4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085EE4">
        <w:rPr>
          <w:rFonts w:ascii="Times New Roman" w:hAnsi="Times New Roman" w:cs="Times New Roman"/>
          <w:sz w:val="28"/>
          <w:szCs w:val="28"/>
        </w:rPr>
        <w:tab/>
      </w:r>
      <w:r w:rsidRPr="00085EE4">
        <w:rPr>
          <w:rFonts w:ascii="Times New Roman" w:hAnsi="Times New Roman" w:cs="Times New Roman"/>
          <w:sz w:val="28"/>
          <w:szCs w:val="28"/>
        </w:rPr>
        <w:tab/>
      </w:r>
      <w:r w:rsidRPr="00085EE4">
        <w:rPr>
          <w:rFonts w:ascii="Times New Roman" w:hAnsi="Times New Roman" w:cs="Times New Roman"/>
          <w:sz w:val="28"/>
          <w:szCs w:val="28"/>
        </w:rPr>
        <w:tab/>
      </w:r>
      <w:r w:rsidRPr="00085EE4">
        <w:rPr>
          <w:rFonts w:ascii="Times New Roman" w:hAnsi="Times New Roman" w:cs="Times New Roman"/>
          <w:sz w:val="28"/>
          <w:szCs w:val="28"/>
        </w:rPr>
        <w:tab/>
      </w:r>
      <w:r w:rsidRPr="00085EE4">
        <w:rPr>
          <w:rFonts w:ascii="Times New Roman" w:hAnsi="Times New Roman" w:cs="Times New Roman"/>
          <w:sz w:val="28"/>
          <w:szCs w:val="28"/>
        </w:rPr>
        <w:tab/>
      </w:r>
      <w:r w:rsidRPr="00085EE4">
        <w:rPr>
          <w:rFonts w:ascii="Times New Roman" w:hAnsi="Times New Roman" w:cs="Times New Roman"/>
          <w:sz w:val="28"/>
          <w:szCs w:val="28"/>
        </w:rPr>
        <w:tab/>
      </w:r>
      <w:r w:rsidRPr="00085EE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С.В.Ласунов</w:t>
      </w: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Default="00474489" w:rsidP="00DA4D73">
      <w:pPr>
        <w:ind w:right="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4489" w:rsidRPr="00592C44" w:rsidRDefault="00474489" w:rsidP="00DA4D73">
      <w:pPr>
        <w:ind w:right="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C44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474489" w:rsidRDefault="00474489" w:rsidP="00DA4D73">
      <w:pPr>
        <w:ind w:right="5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C44">
        <w:rPr>
          <w:rFonts w:ascii="Times New Roman" w:hAnsi="Times New Roman" w:cs="Times New Roman"/>
          <w:bCs/>
          <w:sz w:val="28"/>
          <w:szCs w:val="28"/>
        </w:rPr>
        <w:t>проекта постановления администрации муниципального образования Мостовский район от ______________ № __________</w:t>
      </w:r>
    </w:p>
    <w:p w:rsidR="00474489" w:rsidRDefault="00474489" w:rsidP="00DA4D73">
      <w:pPr>
        <w:jc w:val="center"/>
        <w:rPr>
          <w:rFonts w:ascii="Times New Roman" w:hAnsi="Times New Roman" w:cs="Times New Roman"/>
          <w:sz w:val="28"/>
          <w:szCs w:val="28"/>
        </w:rPr>
      </w:pPr>
      <w:r w:rsidRPr="00DA4D73">
        <w:rPr>
          <w:rFonts w:ascii="Times New Roman" w:hAnsi="Times New Roman" w:cs="Times New Roman"/>
          <w:bCs/>
          <w:sz w:val="28"/>
          <w:szCs w:val="28"/>
        </w:rPr>
        <w:t xml:space="preserve">«Об утверждении Порядка </w:t>
      </w:r>
      <w:r w:rsidRPr="00DA4D73">
        <w:rPr>
          <w:rFonts w:ascii="Times New Roman" w:hAnsi="Times New Roman" w:cs="Times New Roman"/>
          <w:sz w:val="28"/>
          <w:szCs w:val="28"/>
        </w:rPr>
        <w:t xml:space="preserve">выдачи разрешения представителем </w:t>
      </w:r>
    </w:p>
    <w:p w:rsidR="00474489" w:rsidRPr="00DA4D73" w:rsidRDefault="00474489" w:rsidP="00DA4D7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4D73">
        <w:rPr>
          <w:rFonts w:ascii="Times New Roman" w:hAnsi="Times New Roman" w:cs="Times New Roman"/>
          <w:sz w:val="28"/>
          <w:szCs w:val="28"/>
        </w:rPr>
        <w:t xml:space="preserve">нанимателя (работодателем) </w:t>
      </w:r>
      <w:r w:rsidRPr="00DA4D73">
        <w:rPr>
          <w:rFonts w:ascii="Times New Roman" w:hAnsi="Times New Roman" w:cs="Times New Roman"/>
          <w:bCs/>
          <w:sz w:val="28"/>
          <w:szCs w:val="28"/>
        </w:rPr>
        <w:t xml:space="preserve">муниципальными служащими администрации муниципального образования Мостовский район </w:t>
      </w:r>
      <w:r w:rsidRPr="00DA4D73">
        <w:rPr>
          <w:rFonts w:ascii="Times New Roman" w:hAnsi="Times New Roman" w:cs="Times New Roman"/>
          <w:sz w:val="28"/>
          <w:szCs w:val="28"/>
        </w:rPr>
        <w:t>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D73">
        <w:rPr>
          <w:rFonts w:ascii="Times New Roman" w:hAnsi="Times New Roman" w:cs="Times New Roman"/>
          <w:sz w:val="28"/>
          <w:szCs w:val="28"/>
        </w:rPr>
        <w:t xml:space="preserve"> органов управления</w:t>
      </w:r>
      <w:r w:rsidRPr="00DA4D73">
        <w:rPr>
          <w:rFonts w:ascii="Times New Roman" w:hAnsi="Times New Roman" w:cs="Times New Roman"/>
          <w:bCs/>
          <w:sz w:val="28"/>
          <w:szCs w:val="28"/>
        </w:rPr>
        <w:t>»</w:t>
      </w:r>
    </w:p>
    <w:p w:rsidR="00474489" w:rsidRDefault="00474489" w:rsidP="00DA4D73">
      <w:pPr>
        <w:ind w:right="5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4489" w:rsidRDefault="00474489" w:rsidP="00DA4D73">
      <w:pPr>
        <w:ind w:right="5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74489" w:rsidRDefault="00474489" w:rsidP="00DA4D73">
      <w:pPr>
        <w:ind w:right="5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1"/>
        <w:gridCol w:w="2835"/>
        <w:gridCol w:w="2372"/>
      </w:tblGrid>
      <w:tr w:rsidR="00474489" w:rsidTr="00D76B5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6B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Проект подготовлен и внесен: </w:t>
            </w:r>
          </w:p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6B5B">
              <w:rPr>
                <w:rFonts w:ascii="Times New Roman" w:hAnsi="Times New Roman" w:cs="Times New Roman"/>
                <w:bCs/>
                <w:sz w:val="28"/>
                <w:szCs w:val="28"/>
              </w:rPr>
              <w:t>Отделом кадров администрации муниципального образования Мостовский район</w:t>
            </w:r>
          </w:p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6B5B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отдела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6B5B">
              <w:rPr>
                <w:rFonts w:ascii="Times New Roman" w:hAnsi="Times New Roman" w:cs="Times New Roman"/>
                <w:bCs/>
                <w:sz w:val="28"/>
                <w:szCs w:val="28"/>
              </w:rPr>
              <w:t>Е.А. Мазяева</w:t>
            </w:r>
          </w:p>
        </w:tc>
      </w:tr>
      <w:tr w:rsidR="00474489" w:rsidTr="00D76B5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74489" w:rsidTr="00D76B5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C05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B5B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74489" w:rsidTr="00D76B5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6B5B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главы муниципального образования Мостовский район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6B5B">
              <w:rPr>
                <w:rFonts w:ascii="Times New Roman" w:hAnsi="Times New Roman" w:cs="Times New Roman"/>
                <w:bCs/>
                <w:sz w:val="28"/>
                <w:szCs w:val="28"/>
              </w:rPr>
              <w:t>А.А. Воржов</w:t>
            </w:r>
          </w:p>
        </w:tc>
      </w:tr>
      <w:tr w:rsidR="00474489" w:rsidTr="00D76B5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74489" w:rsidTr="00D76B5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74489" w:rsidTr="00D76B5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6B5B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правового отдела администрации муниципального образования Мостовский район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6B5B">
              <w:rPr>
                <w:rFonts w:ascii="Times New Roman" w:hAnsi="Times New Roman" w:cs="Times New Roman"/>
                <w:bCs/>
                <w:sz w:val="28"/>
                <w:szCs w:val="28"/>
              </w:rPr>
              <w:t>Е.В. Коваленко</w:t>
            </w:r>
          </w:p>
        </w:tc>
      </w:tr>
      <w:tr w:rsidR="00474489" w:rsidTr="00D76B5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74489" w:rsidTr="00D76B5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6B5B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общего отдела администрации муниципального образования Мостовский район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6B5B">
              <w:rPr>
                <w:rFonts w:ascii="Times New Roman" w:hAnsi="Times New Roman" w:cs="Times New Roman"/>
                <w:bCs/>
                <w:sz w:val="28"/>
                <w:szCs w:val="28"/>
              </w:rPr>
              <w:t>О.В. Свеженец</w:t>
            </w:r>
          </w:p>
        </w:tc>
      </w:tr>
      <w:tr w:rsidR="00474489" w:rsidTr="00D76B5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474489" w:rsidRPr="00D76B5B" w:rsidRDefault="00474489" w:rsidP="00D76B5B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74489" w:rsidRDefault="00474489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474489" w:rsidRDefault="00474489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474489" w:rsidRDefault="00474489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474489" w:rsidRDefault="00474489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474489" w:rsidRDefault="0047448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474489" w:rsidRDefault="00474489" w:rsidP="00DA4D73">
      <w:pPr>
        <w:rPr>
          <w:rFonts w:ascii="Times New Roman" w:hAnsi="Times New Roman" w:cs="Times New Roman"/>
          <w:sz w:val="32"/>
          <w:szCs w:val="32"/>
        </w:rPr>
      </w:pPr>
    </w:p>
    <w:sectPr w:rsidR="00474489" w:rsidSect="00BD6392">
      <w:headerReference w:type="default" r:id="rId7"/>
      <w:pgSz w:w="11904" w:h="16834"/>
      <w:pgMar w:top="397" w:right="794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489" w:rsidRDefault="00474489">
      <w:r>
        <w:separator/>
      </w:r>
    </w:p>
  </w:endnote>
  <w:endnote w:type="continuationSeparator" w:id="0">
    <w:p w:rsidR="00474489" w:rsidRDefault="00474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489" w:rsidRDefault="00474489">
      <w:r>
        <w:separator/>
      </w:r>
    </w:p>
  </w:footnote>
  <w:footnote w:type="continuationSeparator" w:id="0">
    <w:p w:rsidR="00474489" w:rsidRDefault="004744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489" w:rsidRDefault="00474489" w:rsidP="00E67102">
    <w:pPr>
      <w:pStyle w:val="Header"/>
      <w:framePr w:wrap="auto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474489" w:rsidRDefault="0047448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7A2B"/>
    <w:rsid w:val="00007D12"/>
    <w:rsid w:val="00011B54"/>
    <w:rsid w:val="00045B60"/>
    <w:rsid w:val="000553E3"/>
    <w:rsid w:val="00063AE4"/>
    <w:rsid w:val="000672F8"/>
    <w:rsid w:val="0007200E"/>
    <w:rsid w:val="000772FD"/>
    <w:rsid w:val="00085EE4"/>
    <w:rsid w:val="00096562"/>
    <w:rsid w:val="00097117"/>
    <w:rsid w:val="0010010D"/>
    <w:rsid w:val="001225AD"/>
    <w:rsid w:val="0012306C"/>
    <w:rsid w:val="00147779"/>
    <w:rsid w:val="00195B6D"/>
    <w:rsid w:val="001A0D3D"/>
    <w:rsid w:val="001B58C2"/>
    <w:rsid w:val="001C07BA"/>
    <w:rsid w:val="001C1479"/>
    <w:rsid w:val="001D348D"/>
    <w:rsid w:val="002133C1"/>
    <w:rsid w:val="00222496"/>
    <w:rsid w:val="00225F80"/>
    <w:rsid w:val="00231C3E"/>
    <w:rsid w:val="00262D01"/>
    <w:rsid w:val="00290C45"/>
    <w:rsid w:val="002A65E8"/>
    <w:rsid w:val="002B4615"/>
    <w:rsid w:val="002F1B06"/>
    <w:rsid w:val="002F1E0E"/>
    <w:rsid w:val="0034113D"/>
    <w:rsid w:val="00341212"/>
    <w:rsid w:val="003543E2"/>
    <w:rsid w:val="00370AB0"/>
    <w:rsid w:val="00374D1F"/>
    <w:rsid w:val="003A031F"/>
    <w:rsid w:val="003A153E"/>
    <w:rsid w:val="003A36FD"/>
    <w:rsid w:val="003A6DB2"/>
    <w:rsid w:val="003D08B4"/>
    <w:rsid w:val="003D4D76"/>
    <w:rsid w:val="003D7A2B"/>
    <w:rsid w:val="00404974"/>
    <w:rsid w:val="00415EBF"/>
    <w:rsid w:val="0046009A"/>
    <w:rsid w:val="00466356"/>
    <w:rsid w:val="004737F1"/>
    <w:rsid w:val="00474489"/>
    <w:rsid w:val="004916ED"/>
    <w:rsid w:val="00493792"/>
    <w:rsid w:val="004C6439"/>
    <w:rsid w:val="004D7C5F"/>
    <w:rsid w:val="00535CC4"/>
    <w:rsid w:val="0055615A"/>
    <w:rsid w:val="00592C44"/>
    <w:rsid w:val="005A15B5"/>
    <w:rsid w:val="006439E3"/>
    <w:rsid w:val="00697DA9"/>
    <w:rsid w:val="006D0557"/>
    <w:rsid w:val="006D5DBB"/>
    <w:rsid w:val="0070315E"/>
    <w:rsid w:val="0071658F"/>
    <w:rsid w:val="007274AD"/>
    <w:rsid w:val="00772363"/>
    <w:rsid w:val="00791F9C"/>
    <w:rsid w:val="0080488F"/>
    <w:rsid w:val="00844E5F"/>
    <w:rsid w:val="00853DF6"/>
    <w:rsid w:val="008A054B"/>
    <w:rsid w:val="008D5AE9"/>
    <w:rsid w:val="008D5F5C"/>
    <w:rsid w:val="008E3702"/>
    <w:rsid w:val="008E3AFF"/>
    <w:rsid w:val="00931974"/>
    <w:rsid w:val="00936DF0"/>
    <w:rsid w:val="009504CE"/>
    <w:rsid w:val="00952F7D"/>
    <w:rsid w:val="009641DC"/>
    <w:rsid w:val="00971A4D"/>
    <w:rsid w:val="009A574D"/>
    <w:rsid w:val="009E410A"/>
    <w:rsid w:val="00A24F7E"/>
    <w:rsid w:val="00A4669E"/>
    <w:rsid w:val="00A564EA"/>
    <w:rsid w:val="00A606D1"/>
    <w:rsid w:val="00A62412"/>
    <w:rsid w:val="00A73D6C"/>
    <w:rsid w:val="00A74F69"/>
    <w:rsid w:val="00A77FEF"/>
    <w:rsid w:val="00A82E30"/>
    <w:rsid w:val="00A96239"/>
    <w:rsid w:val="00AC23FA"/>
    <w:rsid w:val="00AE0FAA"/>
    <w:rsid w:val="00AF013E"/>
    <w:rsid w:val="00AF1FBD"/>
    <w:rsid w:val="00B31A38"/>
    <w:rsid w:val="00B55606"/>
    <w:rsid w:val="00B676D0"/>
    <w:rsid w:val="00B77A3D"/>
    <w:rsid w:val="00B963FA"/>
    <w:rsid w:val="00BA1DB9"/>
    <w:rsid w:val="00BA39F6"/>
    <w:rsid w:val="00BA709C"/>
    <w:rsid w:val="00BD1A8C"/>
    <w:rsid w:val="00BD6392"/>
    <w:rsid w:val="00BF07BC"/>
    <w:rsid w:val="00C05910"/>
    <w:rsid w:val="00C3077B"/>
    <w:rsid w:val="00C7059C"/>
    <w:rsid w:val="00CB76BD"/>
    <w:rsid w:val="00CE538F"/>
    <w:rsid w:val="00D00D0A"/>
    <w:rsid w:val="00D03600"/>
    <w:rsid w:val="00D15F38"/>
    <w:rsid w:val="00D328C3"/>
    <w:rsid w:val="00D4056A"/>
    <w:rsid w:val="00D466F6"/>
    <w:rsid w:val="00D565BC"/>
    <w:rsid w:val="00D76B5B"/>
    <w:rsid w:val="00D854BD"/>
    <w:rsid w:val="00DA4D73"/>
    <w:rsid w:val="00DB5307"/>
    <w:rsid w:val="00DC11BB"/>
    <w:rsid w:val="00DF782E"/>
    <w:rsid w:val="00E01D4E"/>
    <w:rsid w:val="00E56ACF"/>
    <w:rsid w:val="00E6231E"/>
    <w:rsid w:val="00E67102"/>
    <w:rsid w:val="00E778C2"/>
    <w:rsid w:val="00E82C9A"/>
    <w:rsid w:val="00E912F9"/>
    <w:rsid w:val="00EB169A"/>
    <w:rsid w:val="00EB4752"/>
    <w:rsid w:val="00EC57C9"/>
    <w:rsid w:val="00EF0370"/>
    <w:rsid w:val="00F60104"/>
    <w:rsid w:val="00F653BF"/>
    <w:rsid w:val="00FC3D89"/>
    <w:rsid w:val="00FE3875"/>
    <w:rsid w:val="00FF4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1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74D1F"/>
    <w:pPr>
      <w:spacing w:before="108" w:after="108"/>
      <w:jc w:val="center"/>
      <w:outlineLvl w:val="0"/>
    </w:pPr>
    <w:rPr>
      <w:b/>
      <w:bCs/>
      <w:color w:val="000080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374D1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374D1F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374D1F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74D1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4D1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74D1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74D1F"/>
    <w:rPr>
      <w:rFonts w:ascii="Calibri" w:hAnsi="Calibri" w:cs="Times New Roman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374D1F"/>
    <w:rPr>
      <w:b/>
      <w:color w:val="000080"/>
    </w:rPr>
  </w:style>
  <w:style w:type="character" w:customStyle="1" w:styleId="a0">
    <w:name w:val="Гипертекстовая ссылка"/>
    <w:basedOn w:val="a"/>
    <w:uiPriority w:val="99"/>
    <w:rsid w:val="00374D1F"/>
    <w:rPr>
      <w:rFonts w:cs="Times New Roman"/>
      <w:color w:val="008000"/>
    </w:rPr>
  </w:style>
  <w:style w:type="character" w:customStyle="1" w:styleId="a1">
    <w:name w:val="Активная гипертекстовая ссылка"/>
    <w:basedOn w:val="a0"/>
    <w:uiPriority w:val="99"/>
    <w:rsid w:val="00374D1F"/>
    <w:rPr>
      <w:u w:val="single"/>
    </w:rPr>
  </w:style>
  <w:style w:type="paragraph" w:customStyle="1" w:styleId="a2">
    <w:name w:val="Основное меню (преемственное)"/>
    <w:basedOn w:val="Normal"/>
    <w:next w:val="Normal"/>
    <w:uiPriority w:val="99"/>
    <w:rsid w:val="00374D1F"/>
    <w:pPr>
      <w:jc w:val="both"/>
    </w:pPr>
    <w:rPr>
      <w:rFonts w:ascii="Verdana" w:hAnsi="Verdana" w:cs="Verdana"/>
    </w:rPr>
  </w:style>
  <w:style w:type="paragraph" w:customStyle="1" w:styleId="a3">
    <w:name w:val="Заголовок"/>
    <w:basedOn w:val="a2"/>
    <w:next w:val="Normal"/>
    <w:uiPriority w:val="99"/>
    <w:rsid w:val="00374D1F"/>
    <w:rPr>
      <w:rFonts w:ascii="Arial" w:hAnsi="Arial" w:cs="Arial"/>
      <w:b/>
      <w:bCs/>
      <w:color w:val="C0C0C0"/>
    </w:rPr>
  </w:style>
  <w:style w:type="character" w:customStyle="1" w:styleId="a4">
    <w:name w:val="Заголовок своего сообщения"/>
    <w:basedOn w:val="a"/>
    <w:uiPriority w:val="99"/>
    <w:rsid w:val="00374D1F"/>
    <w:rPr>
      <w:rFonts w:cs="Times New Roman"/>
    </w:rPr>
  </w:style>
  <w:style w:type="paragraph" w:customStyle="1" w:styleId="a5">
    <w:name w:val="Заголовок статьи"/>
    <w:basedOn w:val="Normal"/>
    <w:next w:val="Normal"/>
    <w:uiPriority w:val="99"/>
    <w:rsid w:val="00374D1F"/>
    <w:pPr>
      <w:ind w:left="1612" w:hanging="892"/>
      <w:jc w:val="both"/>
    </w:pPr>
  </w:style>
  <w:style w:type="character" w:customStyle="1" w:styleId="a6">
    <w:name w:val="Заголовок чужого сообщения"/>
    <w:basedOn w:val="a"/>
    <w:uiPriority w:val="99"/>
    <w:rsid w:val="00374D1F"/>
    <w:rPr>
      <w:rFonts w:cs="Times New Roman"/>
      <w:color w:val="FF0000"/>
    </w:rPr>
  </w:style>
  <w:style w:type="paragraph" w:customStyle="1" w:styleId="a7">
    <w:name w:val="Интерактивный заголовок"/>
    <w:basedOn w:val="a3"/>
    <w:next w:val="Normal"/>
    <w:uiPriority w:val="99"/>
    <w:rsid w:val="00374D1F"/>
    <w:rPr>
      <w:b w:val="0"/>
      <w:bCs w:val="0"/>
      <w:color w:val="auto"/>
      <w:u w:val="single"/>
    </w:rPr>
  </w:style>
  <w:style w:type="paragraph" w:customStyle="1" w:styleId="a8">
    <w:name w:val="Интерфейс"/>
    <w:basedOn w:val="Normal"/>
    <w:next w:val="Normal"/>
    <w:uiPriority w:val="99"/>
    <w:rsid w:val="00374D1F"/>
    <w:pPr>
      <w:jc w:val="both"/>
    </w:pPr>
    <w:rPr>
      <w:color w:val="D4D0C8"/>
      <w:sz w:val="22"/>
      <w:szCs w:val="22"/>
    </w:rPr>
  </w:style>
  <w:style w:type="paragraph" w:customStyle="1" w:styleId="a9">
    <w:name w:val="Комментарий"/>
    <w:basedOn w:val="Normal"/>
    <w:next w:val="Normal"/>
    <w:uiPriority w:val="99"/>
    <w:rsid w:val="00374D1F"/>
    <w:pPr>
      <w:ind w:left="170"/>
      <w:jc w:val="both"/>
    </w:pPr>
    <w:rPr>
      <w:i/>
      <w:iCs/>
      <w:color w:val="800080"/>
    </w:rPr>
  </w:style>
  <w:style w:type="paragraph" w:customStyle="1" w:styleId="aa">
    <w:name w:val="Информация об изменениях документа"/>
    <w:basedOn w:val="a9"/>
    <w:next w:val="Normal"/>
    <w:uiPriority w:val="99"/>
    <w:rsid w:val="00374D1F"/>
    <w:pPr>
      <w:ind w:left="0"/>
    </w:pPr>
  </w:style>
  <w:style w:type="paragraph" w:customStyle="1" w:styleId="ab">
    <w:name w:val="Текст (лев. подпись)"/>
    <w:basedOn w:val="Normal"/>
    <w:next w:val="Normal"/>
    <w:uiPriority w:val="99"/>
    <w:rsid w:val="00374D1F"/>
  </w:style>
  <w:style w:type="paragraph" w:customStyle="1" w:styleId="ac">
    <w:name w:val="Колонтитул (левый)"/>
    <w:basedOn w:val="ab"/>
    <w:next w:val="Normal"/>
    <w:uiPriority w:val="99"/>
    <w:rsid w:val="00374D1F"/>
    <w:pPr>
      <w:jc w:val="both"/>
    </w:pPr>
    <w:rPr>
      <w:sz w:val="16"/>
      <w:szCs w:val="16"/>
    </w:rPr>
  </w:style>
  <w:style w:type="paragraph" w:customStyle="1" w:styleId="ad">
    <w:name w:val="Текст (прав. подпись)"/>
    <w:basedOn w:val="Normal"/>
    <w:next w:val="Normal"/>
    <w:uiPriority w:val="99"/>
    <w:rsid w:val="00374D1F"/>
    <w:pPr>
      <w:jc w:val="right"/>
    </w:pPr>
  </w:style>
  <w:style w:type="paragraph" w:customStyle="1" w:styleId="ae">
    <w:name w:val="Колонтитул (правый)"/>
    <w:basedOn w:val="ad"/>
    <w:next w:val="Normal"/>
    <w:uiPriority w:val="99"/>
    <w:rsid w:val="00374D1F"/>
    <w:pPr>
      <w:jc w:val="both"/>
    </w:pPr>
    <w:rPr>
      <w:sz w:val="16"/>
      <w:szCs w:val="16"/>
    </w:rPr>
  </w:style>
  <w:style w:type="paragraph" w:customStyle="1" w:styleId="af">
    <w:name w:val="Комментарий пользователя"/>
    <w:basedOn w:val="a9"/>
    <w:next w:val="Normal"/>
    <w:uiPriority w:val="99"/>
    <w:rsid w:val="00374D1F"/>
    <w:pPr>
      <w:ind w:left="0"/>
      <w:jc w:val="left"/>
    </w:pPr>
    <w:rPr>
      <w:i w:val="0"/>
      <w:iCs w:val="0"/>
      <w:color w:val="000080"/>
    </w:rPr>
  </w:style>
  <w:style w:type="paragraph" w:customStyle="1" w:styleId="af0">
    <w:name w:val="Моноширинный"/>
    <w:basedOn w:val="Normal"/>
    <w:next w:val="Normal"/>
    <w:uiPriority w:val="99"/>
    <w:rsid w:val="00374D1F"/>
    <w:pPr>
      <w:jc w:val="both"/>
    </w:pPr>
    <w:rPr>
      <w:rFonts w:ascii="Courier New" w:hAnsi="Courier New" w:cs="Courier New"/>
    </w:rPr>
  </w:style>
  <w:style w:type="character" w:customStyle="1" w:styleId="af1">
    <w:name w:val="Найденные слова"/>
    <w:basedOn w:val="a"/>
    <w:uiPriority w:val="99"/>
    <w:rsid w:val="00374D1F"/>
    <w:rPr>
      <w:rFonts w:cs="Times New Roman"/>
    </w:rPr>
  </w:style>
  <w:style w:type="character" w:customStyle="1" w:styleId="af2">
    <w:name w:val="Не вступил в силу"/>
    <w:basedOn w:val="a"/>
    <w:uiPriority w:val="99"/>
    <w:rsid w:val="00374D1F"/>
    <w:rPr>
      <w:rFonts w:cs="Times New Roman"/>
      <w:color w:val="008080"/>
    </w:rPr>
  </w:style>
  <w:style w:type="paragraph" w:customStyle="1" w:styleId="af3">
    <w:name w:val="Нормальный (таблица)"/>
    <w:basedOn w:val="Normal"/>
    <w:next w:val="Normal"/>
    <w:uiPriority w:val="99"/>
    <w:rsid w:val="00374D1F"/>
    <w:pPr>
      <w:jc w:val="both"/>
    </w:pPr>
  </w:style>
  <w:style w:type="paragraph" w:customStyle="1" w:styleId="af4">
    <w:name w:val="Объект"/>
    <w:basedOn w:val="Normal"/>
    <w:next w:val="Normal"/>
    <w:uiPriority w:val="99"/>
    <w:rsid w:val="00374D1F"/>
    <w:pPr>
      <w:jc w:val="both"/>
    </w:pPr>
  </w:style>
  <w:style w:type="paragraph" w:customStyle="1" w:styleId="af5">
    <w:name w:val="Таблицы (моноширинный)"/>
    <w:basedOn w:val="Normal"/>
    <w:next w:val="Normal"/>
    <w:uiPriority w:val="99"/>
    <w:rsid w:val="00374D1F"/>
    <w:pPr>
      <w:jc w:val="both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Normal"/>
    <w:uiPriority w:val="99"/>
    <w:rsid w:val="00374D1F"/>
    <w:pPr>
      <w:ind w:left="140"/>
    </w:pPr>
    <w:rPr>
      <w:rFonts w:ascii="Arial" w:hAnsi="Arial" w:cs="Arial"/>
    </w:rPr>
  </w:style>
  <w:style w:type="character" w:customStyle="1" w:styleId="af7">
    <w:name w:val="Опечатки"/>
    <w:uiPriority w:val="99"/>
    <w:rsid w:val="00374D1F"/>
    <w:rPr>
      <w:color w:val="FF0000"/>
    </w:rPr>
  </w:style>
  <w:style w:type="paragraph" w:customStyle="1" w:styleId="af8">
    <w:name w:val="Переменная часть"/>
    <w:basedOn w:val="a2"/>
    <w:next w:val="Normal"/>
    <w:uiPriority w:val="99"/>
    <w:rsid w:val="00374D1F"/>
    <w:rPr>
      <w:rFonts w:ascii="Arial" w:hAnsi="Arial" w:cs="Arial"/>
      <w:sz w:val="20"/>
      <w:szCs w:val="20"/>
    </w:rPr>
  </w:style>
  <w:style w:type="paragraph" w:customStyle="1" w:styleId="af9">
    <w:name w:val="Постоянная часть"/>
    <w:basedOn w:val="a2"/>
    <w:next w:val="Normal"/>
    <w:uiPriority w:val="99"/>
    <w:rsid w:val="00374D1F"/>
    <w:rPr>
      <w:rFonts w:ascii="Arial" w:hAnsi="Arial" w:cs="Arial"/>
      <w:sz w:val="22"/>
      <w:szCs w:val="22"/>
    </w:rPr>
  </w:style>
  <w:style w:type="paragraph" w:customStyle="1" w:styleId="afa">
    <w:name w:val="Прижатый влево"/>
    <w:basedOn w:val="Normal"/>
    <w:next w:val="Normal"/>
    <w:uiPriority w:val="99"/>
    <w:rsid w:val="00374D1F"/>
  </w:style>
  <w:style w:type="character" w:customStyle="1" w:styleId="afb">
    <w:name w:val="Продолжение ссылки"/>
    <w:basedOn w:val="a0"/>
    <w:uiPriority w:val="99"/>
    <w:rsid w:val="00374D1F"/>
  </w:style>
  <w:style w:type="paragraph" w:customStyle="1" w:styleId="afc">
    <w:name w:val="Словарная статья"/>
    <w:basedOn w:val="Normal"/>
    <w:next w:val="Normal"/>
    <w:uiPriority w:val="99"/>
    <w:rsid w:val="00374D1F"/>
    <w:pPr>
      <w:ind w:right="118"/>
      <w:jc w:val="both"/>
    </w:pPr>
  </w:style>
  <w:style w:type="character" w:customStyle="1" w:styleId="afd">
    <w:name w:val="Сравнение редакций"/>
    <w:basedOn w:val="a"/>
    <w:uiPriority w:val="99"/>
    <w:rsid w:val="00374D1F"/>
    <w:rPr>
      <w:rFonts w:cs="Times New Roman"/>
    </w:rPr>
  </w:style>
  <w:style w:type="character" w:customStyle="1" w:styleId="afe">
    <w:name w:val="Сравнение редакций. Добавленный фрагмент"/>
    <w:uiPriority w:val="99"/>
    <w:rsid w:val="00374D1F"/>
    <w:rPr>
      <w:color w:val="0000FF"/>
    </w:rPr>
  </w:style>
  <w:style w:type="character" w:customStyle="1" w:styleId="aff">
    <w:name w:val="Сравнение редакций. Удаленный фрагмент"/>
    <w:uiPriority w:val="99"/>
    <w:rsid w:val="00374D1F"/>
    <w:rPr>
      <w:strike/>
      <w:color w:val="808000"/>
    </w:rPr>
  </w:style>
  <w:style w:type="paragraph" w:customStyle="1" w:styleId="aff0">
    <w:name w:val="Текст (справка)"/>
    <w:basedOn w:val="Normal"/>
    <w:next w:val="Normal"/>
    <w:uiPriority w:val="99"/>
    <w:rsid w:val="00374D1F"/>
    <w:pPr>
      <w:ind w:left="170" w:right="170"/>
    </w:pPr>
  </w:style>
  <w:style w:type="paragraph" w:customStyle="1" w:styleId="aff1">
    <w:name w:val="Текст в таблице"/>
    <w:basedOn w:val="af3"/>
    <w:next w:val="Normal"/>
    <w:uiPriority w:val="99"/>
    <w:rsid w:val="00374D1F"/>
    <w:pPr>
      <w:ind w:firstLine="500"/>
    </w:pPr>
  </w:style>
  <w:style w:type="paragraph" w:customStyle="1" w:styleId="aff2">
    <w:name w:val="Технический комментарий"/>
    <w:basedOn w:val="Normal"/>
    <w:next w:val="Normal"/>
    <w:uiPriority w:val="99"/>
    <w:rsid w:val="00374D1F"/>
  </w:style>
  <w:style w:type="character" w:customStyle="1" w:styleId="aff3">
    <w:name w:val="Утратил силу"/>
    <w:basedOn w:val="a"/>
    <w:uiPriority w:val="99"/>
    <w:rsid w:val="00374D1F"/>
    <w:rPr>
      <w:rFonts w:cs="Times New Roman"/>
      <w:strike/>
      <w:color w:val="808000"/>
    </w:rPr>
  </w:style>
  <w:style w:type="paragraph" w:customStyle="1" w:styleId="aff4">
    <w:name w:val="Центрированный (таблица)"/>
    <w:basedOn w:val="af3"/>
    <w:next w:val="Normal"/>
    <w:uiPriority w:val="99"/>
    <w:rsid w:val="00374D1F"/>
    <w:pPr>
      <w:jc w:val="center"/>
    </w:pPr>
  </w:style>
  <w:style w:type="table" w:styleId="TableGrid">
    <w:name w:val="Table Grid"/>
    <w:basedOn w:val="TableNormal"/>
    <w:uiPriority w:val="99"/>
    <w:rsid w:val="003D7A2B"/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565B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74D1F"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D565B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70A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0A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3</Pages>
  <Words>565</Words>
  <Characters>3223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Прокурор</cp:lastModifiedBy>
  <cp:revision>7</cp:revision>
  <cp:lastPrinted>2019-09-05T06:10:00Z</cp:lastPrinted>
  <dcterms:created xsi:type="dcterms:W3CDTF">2019-09-04T06:55:00Z</dcterms:created>
  <dcterms:modified xsi:type="dcterms:W3CDTF">2019-09-25T09:07:00Z</dcterms:modified>
</cp:coreProperties>
</file>