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A6" w:rsidRDefault="00537FA6" w:rsidP="00537FA6">
      <w:pPr>
        <w:pStyle w:val="a8"/>
        <w:jc w:val="center"/>
        <w:rPr>
          <w:rFonts w:ascii="Times New Roman" w:hAnsi="Times New Roman"/>
          <w:sz w:val="28"/>
        </w:rPr>
      </w:pP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2020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2020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2020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2020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2020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</w:t>
            </w:r>
          </w:p>
          <w:p w:rsidR="007140B5" w:rsidRPr="00537FA6" w:rsidRDefault="007140B5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61</w:t>
            </w:r>
          </w:p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54,0%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  <w:p w:rsidR="007140B5" w:rsidRPr="00537FA6" w:rsidRDefault="007140B5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23,9%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140B5" w:rsidRPr="00537FA6" w:rsidRDefault="007140B5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</w:t>
            </w:r>
            <w:r w:rsidR="006F18FD">
              <w:rPr>
                <w:rFonts w:ascii="Times New Roman" w:hAnsi="Times New Roman"/>
                <w:sz w:val="28"/>
              </w:rPr>
              <w:t>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</w:t>
            </w:r>
          </w:p>
          <w:p w:rsidR="006F18FD" w:rsidRPr="00537FA6" w:rsidRDefault="006F18FD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</w:t>
            </w:r>
          </w:p>
          <w:p w:rsidR="006F18FD" w:rsidRPr="00537FA6" w:rsidRDefault="006F18FD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92,0%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  <w:p w:rsidR="007140B5" w:rsidRPr="00537FA6" w:rsidRDefault="00085719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</w:t>
            </w:r>
            <w:r w:rsidR="007140B5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  <w:p w:rsidR="007140B5" w:rsidRPr="00537FA6" w:rsidRDefault="006F18FD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96,7</w:t>
            </w:r>
            <w:r w:rsidR="007140B5">
              <w:rPr>
                <w:rFonts w:ascii="Times New Roman" w:hAnsi="Times New Roman"/>
                <w:sz w:val="28"/>
              </w:rPr>
              <w:t>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AB1E6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="00AB1E6C"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AB1E6C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</w:t>
            </w:r>
            <w:r w:rsidR="000220AA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  <w:r w:rsidR="00EC6E86">
              <w:rPr>
                <w:rFonts w:ascii="Times New Roman" w:hAnsi="Times New Roman"/>
                <w:sz w:val="28"/>
              </w:rPr>
              <w:t>1</w:t>
            </w:r>
          </w:p>
          <w:p w:rsidR="007140B5" w:rsidRPr="00537FA6" w:rsidRDefault="00EC6E86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</w:t>
            </w:r>
            <w:r w:rsidR="00ED1615">
              <w:rPr>
                <w:rFonts w:ascii="Times New Roman" w:hAnsi="Times New Roman"/>
                <w:sz w:val="28"/>
              </w:rPr>
              <w:t>7</w:t>
            </w:r>
            <w:r w:rsidR="007140B5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EC6E86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7140B5" w:rsidRPr="00537FA6" w:rsidRDefault="00EC6E86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18,7</w:t>
            </w:r>
            <w:r w:rsidR="007140B5">
              <w:rPr>
                <w:rFonts w:ascii="Times New Roman" w:hAnsi="Times New Roman"/>
                <w:sz w:val="28"/>
              </w:rPr>
              <w:t>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т.ч.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EC6E8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  <w:p w:rsidR="007140B5" w:rsidRPr="00537FA6" w:rsidRDefault="00EC6E86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81,3</w:t>
            </w:r>
            <w:r w:rsidR="007140B5"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EC6E86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</w:t>
            </w:r>
          </w:p>
          <w:p w:rsidR="007140B5" w:rsidRPr="00537FA6" w:rsidRDefault="007140B5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EC6E86">
              <w:rPr>
                <w:rFonts w:ascii="Times New Roman" w:hAnsi="Times New Roman"/>
                <w:sz w:val="28"/>
              </w:rPr>
              <w:t>1</w:t>
            </w:r>
            <w:r>
              <w:rPr>
                <w:rFonts w:ascii="Times New Roman" w:hAnsi="Times New Roman"/>
                <w:sz w:val="28"/>
              </w:rPr>
              <w:t>,</w:t>
            </w:r>
            <w:r w:rsidR="00EC6E86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EC6E86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  <w:p w:rsidR="007140B5" w:rsidRPr="00537FA6" w:rsidRDefault="007140B5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</w:t>
            </w:r>
            <w:r w:rsidR="00EC6E86"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Default="00EC6E86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  <w:p w:rsidR="007140B5" w:rsidRPr="00537FA6" w:rsidRDefault="007140B5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</w:t>
            </w:r>
            <w:r w:rsidR="00EC6E86">
              <w:rPr>
                <w:rFonts w:ascii="Times New Roman" w:hAnsi="Times New Roman"/>
                <w:sz w:val="28"/>
              </w:rPr>
              <w:t>9</w:t>
            </w:r>
            <w:r>
              <w:rPr>
                <w:rFonts w:ascii="Times New Roman" w:hAnsi="Times New Roman"/>
                <w:sz w:val="28"/>
              </w:rPr>
              <w:t>%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ответов(шт.),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телефону(шт.)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анкетирование(шт.)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7140B5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7140B5" w:rsidRPr="00537FA6" w:rsidRDefault="007140B5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7140B5" w:rsidRPr="00537FA6" w:rsidRDefault="007140B5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7140B5" w:rsidRPr="00537FA6" w:rsidRDefault="007140B5" w:rsidP="003E1DB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6"/>
      <w:footerReference w:type="default" r:id="rId7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678" w:rsidRDefault="00D35678" w:rsidP="00F0615F">
      <w:pPr>
        <w:spacing w:after="0" w:line="240" w:lineRule="auto"/>
      </w:pPr>
      <w:r>
        <w:separator/>
      </w:r>
    </w:p>
  </w:endnote>
  <w:endnote w:type="continuationSeparator" w:id="1">
    <w:p w:rsidR="00D35678" w:rsidRDefault="00D35678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1D3" w:rsidRDefault="00E5794E">
    <w:pPr>
      <w:pStyle w:val="a6"/>
      <w:jc w:val="right"/>
    </w:pPr>
    <w:fldSimple w:instr=" PAGE   \* MERGEFORMAT ">
      <w:r w:rsidR="006F18FD">
        <w:rPr>
          <w:noProof/>
        </w:rPr>
        <w:t>3</w:t>
      </w:r>
    </w:fldSimple>
  </w:p>
  <w:p w:rsidR="007B21D3" w:rsidRDefault="007B21D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678" w:rsidRDefault="00D35678" w:rsidP="00F0615F">
      <w:pPr>
        <w:spacing w:after="0" w:line="240" w:lineRule="auto"/>
      </w:pPr>
      <w:r>
        <w:separator/>
      </w:r>
    </w:p>
  </w:footnote>
  <w:footnote w:type="continuationSeparator" w:id="1">
    <w:p w:rsidR="00D35678" w:rsidRDefault="00D35678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550" w:rsidRDefault="00E5794E" w:rsidP="00497550">
    <w:pPr>
      <w:pStyle w:val="a4"/>
      <w:jc w:val="center"/>
    </w:pPr>
    <w:fldSimple w:instr=" PAGE  \* Arabic  \* MERGEFORMAT ">
      <w:r w:rsidR="006F18FD"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AAF"/>
    <w:rsid w:val="0000071A"/>
    <w:rsid w:val="0000463C"/>
    <w:rsid w:val="00005AA9"/>
    <w:rsid w:val="00017061"/>
    <w:rsid w:val="000220AA"/>
    <w:rsid w:val="00033C15"/>
    <w:rsid w:val="00040CFD"/>
    <w:rsid w:val="00052E31"/>
    <w:rsid w:val="000579AB"/>
    <w:rsid w:val="00057C21"/>
    <w:rsid w:val="0006033D"/>
    <w:rsid w:val="00062162"/>
    <w:rsid w:val="0007731C"/>
    <w:rsid w:val="00085719"/>
    <w:rsid w:val="00085B89"/>
    <w:rsid w:val="000A20CB"/>
    <w:rsid w:val="000C3F8B"/>
    <w:rsid w:val="000D0F71"/>
    <w:rsid w:val="000E2BD0"/>
    <w:rsid w:val="000F44FB"/>
    <w:rsid w:val="00111109"/>
    <w:rsid w:val="001153E4"/>
    <w:rsid w:val="0012188C"/>
    <w:rsid w:val="001272D6"/>
    <w:rsid w:val="00132533"/>
    <w:rsid w:val="00146123"/>
    <w:rsid w:val="00147679"/>
    <w:rsid w:val="00155790"/>
    <w:rsid w:val="00170B88"/>
    <w:rsid w:val="0017342C"/>
    <w:rsid w:val="00184305"/>
    <w:rsid w:val="001C10E3"/>
    <w:rsid w:val="001E0177"/>
    <w:rsid w:val="001E331C"/>
    <w:rsid w:val="00217A7F"/>
    <w:rsid w:val="0023785F"/>
    <w:rsid w:val="00237C7D"/>
    <w:rsid w:val="00240159"/>
    <w:rsid w:val="00241AB4"/>
    <w:rsid w:val="00246A8F"/>
    <w:rsid w:val="00252C31"/>
    <w:rsid w:val="00254110"/>
    <w:rsid w:val="00261112"/>
    <w:rsid w:val="00261A05"/>
    <w:rsid w:val="00265DE6"/>
    <w:rsid w:val="0029580A"/>
    <w:rsid w:val="002C0B97"/>
    <w:rsid w:val="002C7F4F"/>
    <w:rsid w:val="002D4A41"/>
    <w:rsid w:val="002D65D7"/>
    <w:rsid w:val="002E2177"/>
    <w:rsid w:val="002F4660"/>
    <w:rsid w:val="002F6AE1"/>
    <w:rsid w:val="00306C81"/>
    <w:rsid w:val="003234AF"/>
    <w:rsid w:val="00340310"/>
    <w:rsid w:val="0034254F"/>
    <w:rsid w:val="0037249F"/>
    <w:rsid w:val="003730F5"/>
    <w:rsid w:val="00385309"/>
    <w:rsid w:val="003860B5"/>
    <w:rsid w:val="00390E64"/>
    <w:rsid w:val="003C1D1C"/>
    <w:rsid w:val="003C6C97"/>
    <w:rsid w:val="003D4525"/>
    <w:rsid w:val="003D4596"/>
    <w:rsid w:val="003E015B"/>
    <w:rsid w:val="003E1442"/>
    <w:rsid w:val="003F7954"/>
    <w:rsid w:val="0041227A"/>
    <w:rsid w:val="00421D5B"/>
    <w:rsid w:val="0043324F"/>
    <w:rsid w:val="004559F3"/>
    <w:rsid w:val="004652FC"/>
    <w:rsid w:val="004656FC"/>
    <w:rsid w:val="00497550"/>
    <w:rsid w:val="004A476F"/>
    <w:rsid w:val="004D59D3"/>
    <w:rsid w:val="00502111"/>
    <w:rsid w:val="0050327F"/>
    <w:rsid w:val="0050720A"/>
    <w:rsid w:val="00510686"/>
    <w:rsid w:val="00530541"/>
    <w:rsid w:val="00533E89"/>
    <w:rsid w:val="0053723A"/>
    <w:rsid w:val="00537FA6"/>
    <w:rsid w:val="0054140C"/>
    <w:rsid w:val="00541FD2"/>
    <w:rsid w:val="00552978"/>
    <w:rsid w:val="00580885"/>
    <w:rsid w:val="005A6E52"/>
    <w:rsid w:val="005B34ED"/>
    <w:rsid w:val="005B7C7E"/>
    <w:rsid w:val="005C1D74"/>
    <w:rsid w:val="005C53E9"/>
    <w:rsid w:val="005F2572"/>
    <w:rsid w:val="005F3AAF"/>
    <w:rsid w:val="006004BF"/>
    <w:rsid w:val="00602A94"/>
    <w:rsid w:val="00624D4F"/>
    <w:rsid w:val="00632802"/>
    <w:rsid w:val="00632BB6"/>
    <w:rsid w:val="006438EB"/>
    <w:rsid w:val="00665FC3"/>
    <w:rsid w:val="0066674F"/>
    <w:rsid w:val="00666B72"/>
    <w:rsid w:val="0067283C"/>
    <w:rsid w:val="006747BE"/>
    <w:rsid w:val="0067665D"/>
    <w:rsid w:val="006A088B"/>
    <w:rsid w:val="006A292D"/>
    <w:rsid w:val="006B2792"/>
    <w:rsid w:val="006C247D"/>
    <w:rsid w:val="006C32B2"/>
    <w:rsid w:val="006C3984"/>
    <w:rsid w:val="006C4443"/>
    <w:rsid w:val="006C4F08"/>
    <w:rsid w:val="006F18FD"/>
    <w:rsid w:val="00701313"/>
    <w:rsid w:val="007045D7"/>
    <w:rsid w:val="007140B5"/>
    <w:rsid w:val="00736AC3"/>
    <w:rsid w:val="00743BF8"/>
    <w:rsid w:val="00777BD5"/>
    <w:rsid w:val="00786EB2"/>
    <w:rsid w:val="00794210"/>
    <w:rsid w:val="00795CA7"/>
    <w:rsid w:val="007B1567"/>
    <w:rsid w:val="007B21D3"/>
    <w:rsid w:val="007B2C6F"/>
    <w:rsid w:val="007B598F"/>
    <w:rsid w:val="007D1D75"/>
    <w:rsid w:val="007E4163"/>
    <w:rsid w:val="007E7F84"/>
    <w:rsid w:val="0081723B"/>
    <w:rsid w:val="00833D5D"/>
    <w:rsid w:val="0083757A"/>
    <w:rsid w:val="008417F3"/>
    <w:rsid w:val="00850DAB"/>
    <w:rsid w:val="008573D2"/>
    <w:rsid w:val="00866882"/>
    <w:rsid w:val="008736EF"/>
    <w:rsid w:val="00873C2C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23C87"/>
    <w:rsid w:val="00925195"/>
    <w:rsid w:val="00934644"/>
    <w:rsid w:val="00947333"/>
    <w:rsid w:val="009730CC"/>
    <w:rsid w:val="00973961"/>
    <w:rsid w:val="00984DF9"/>
    <w:rsid w:val="0099686C"/>
    <w:rsid w:val="00997987"/>
    <w:rsid w:val="009A26EE"/>
    <w:rsid w:val="009C350F"/>
    <w:rsid w:val="009C422E"/>
    <w:rsid w:val="009E2223"/>
    <w:rsid w:val="009F10D1"/>
    <w:rsid w:val="009F73DD"/>
    <w:rsid w:val="00A00DF6"/>
    <w:rsid w:val="00A127FE"/>
    <w:rsid w:val="00A41369"/>
    <w:rsid w:val="00A452D2"/>
    <w:rsid w:val="00A5757D"/>
    <w:rsid w:val="00A7191D"/>
    <w:rsid w:val="00A7794C"/>
    <w:rsid w:val="00A941EC"/>
    <w:rsid w:val="00AA0DDA"/>
    <w:rsid w:val="00AB1E6C"/>
    <w:rsid w:val="00AD2776"/>
    <w:rsid w:val="00AE130E"/>
    <w:rsid w:val="00AE34BC"/>
    <w:rsid w:val="00AE53E6"/>
    <w:rsid w:val="00AF2446"/>
    <w:rsid w:val="00B1074D"/>
    <w:rsid w:val="00B22332"/>
    <w:rsid w:val="00B23523"/>
    <w:rsid w:val="00B42BE9"/>
    <w:rsid w:val="00B43812"/>
    <w:rsid w:val="00B455D2"/>
    <w:rsid w:val="00B64762"/>
    <w:rsid w:val="00B82152"/>
    <w:rsid w:val="00B846F3"/>
    <w:rsid w:val="00B84B5A"/>
    <w:rsid w:val="00B84E3B"/>
    <w:rsid w:val="00B97EF1"/>
    <w:rsid w:val="00BA4DA7"/>
    <w:rsid w:val="00BC01C1"/>
    <w:rsid w:val="00BC3298"/>
    <w:rsid w:val="00BD1B77"/>
    <w:rsid w:val="00BD4A7A"/>
    <w:rsid w:val="00BD6500"/>
    <w:rsid w:val="00BE17F7"/>
    <w:rsid w:val="00BE30F4"/>
    <w:rsid w:val="00BF519E"/>
    <w:rsid w:val="00C143F2"/>
    <w:rsid w:val="00C23236"/>
    <w:rsid w:val="00C409E6"/>
    <w:rsid w:val="00C44C75"/>
    <w:rsid w:val="00C45D13"/>
    <w:rsid w:val="00C5631D"/>
    <w:rsid w:val="00C91BB6"/>
    <w:rsid w:val="00CA38FE"/>
    <w:rsid w:val="00CB5E50"/>
    <w:rsid w:val="00CB7685"/>
    <w:rsid w:val="00CC11E2"/>
    <w:rsid w:val="00CC2F73"/>
    <w:rsid w:val="00CC4CDB"/>
    <w:rsid w:val="00CD4186"/>
    <w:rsid w:val="00CE2A70"/>
    <w:rsid w:val="00D04041"/>
    <w:rsid w:val="00D07A68"/>
    <w:rsid w:val="00D25E17"/>
    <w:rsid w:val="00D25FA7"/>
    <w:rsid w:val="00D272A4"/>
    <w:rsid w:val="00D34C22"/>
    <w:rsid w:val="00D35678"/>
    <w:rsid w:val="00D43168"/>
    <w:rsid w:val="00D76FA5"/>
    <w:rsid w:val="00D86109"/>
    <w:rsid w:val="00D947F9"/>
    <w:rsid w:val="00D95306"/>
    <w:rsid w:val="00DA38CD"/>
    <w:rsid w:val="00DB1F9D"/>
    <w:rsid w:val="00DD0599"/>
    <w:rsid w:val="00DD1B4B"/>
    <w:rsid w:val="00DD5EA1"/>
    <w:rsid w:val="00E008B9"/>
    <w:rsid w:val="00E00B3B"/>
    <w:rsid w:val="00E0279D"/>
    <w:rsid w:val="00E23DA7"/>
    <w:rsid w:val="00E507A4"/>
    <w:rsid w:val="00E51C80"/>
    <w:rsid w:val="00E57413"/>
    <w:rsid w:val="00E5794E"/>
    <w:rsid w:val="00E6098B"/>
    <w:rsid w:val="00E81703"/>
    <w:rsid w:val="00E82DB5"/>
    <w:rsid w:val="00E93072"/>
    <w:rsid w:val="00EB1BAC"/>
    <w:rsid w:val="00EB1E9E"/>
    <w:rsid w:val="00EC4F08"/>
    <w:rsid w:val="00EC6E86"/>
    <w:rsid w:val="00ED1615"/>
    <w:rsid w:val="00EF14BF"/>
    <w:rsid w:val="00EF6F54"/>
    <w:rsid w:val="00F03A29"/>
    <w:rsid w:val="00F04268"/>
    <w:rsid w:val="00F0615F"/>
    <w:rsid w:val="00F1706F"/>
    <w:rsid w:val="00F27815"/>
    <w:rsid w:val="00F32179"/>
    <w:rsid w:val="00F537BD"/>
    <w:rsid w:val="00F72A7F"/>
    <w:rsid w:val="00F73373"/>
    <w:rsid w:val="00F77C4E"/>
    <w:rsid w:val="00F9677D"/>
    <w:rsid w:val="00FA4536"/>
    <w:rsid w:val="00FC0F2E"/>
    <w:rsid w:val="00FE6AFB"/>
    <w:rsid w:val="00FF1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StatistikObrGr.dot</Template>
  <TotalTime>0</TotalTime>
  <Pages>3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2020-05-28T11:08:00Z</cp:lastPrinted>
  <dcterms:created xsi:type="dcterms:W3CDTF">2020-05-28T11:22:00Z</dcterms:created>
  <dcterms:modified xsi:type="dcterms:W3CDTF">2020-05-28T11:22:00Z</dcterms:modified>
</cp:coreProperties>
</file>