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476" w:rsidRDefault="00A7139A" w:rsidP="009D7476">
      <w:pPr>
        <w:pStyle w:val="a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</w:p>
    <w:p w:rsidR="00A7139A" w:rsidRDefault="00A7139A" w:rsidP="00A7139A">
      <w:pPr>
        <w:pStyle w:val="a8"/>
        <w:jc w:val="right"/>
        <w:rPr>
          <w:rFonts w:ascii="Times New Roman" w:hAnsi="Times New Roman"/>
          <w:sz w:val="28"/>
        </w:rPr>
      </w:pPr>
    </w:p>
    <w:p w:rsidR="00537FA6" w:rsidRDefault="00537FA6" w:rsidP="00537FA6">
      <w:pPr>
        <w:pStyle w:val="a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Статистические данные по работе с обращениями граждан в муниципальном образовании Мостовский район Краснодарского края</w:t>
      </w:r>
      <w:r w:rsidR="00F27B3B">
        <w:rPr>
          <w:rFonts w:ascii="Times New Roman" w:hAnsi="Times New Roman"/>
          <w:b/>
          <w:sz w:val="28"/>
        </w:rPr>
        <w:t xml:space="preserve"> в</w:t>
      </w:r>
      <w:r w:rsidR="00A13ECC">
        <w:rPr>
          <w:rFonts w:ascii="Times New Roman" w:hAnsi="Times New Roman"/>
          <w:b/>
          <w:sz w:val="28"/>
        </w:rPr>
        <w:t xml:space="preserve"> </w:t>
      </w:r>
      <w:r w:rsidR="00932C23">
        <w:rPr>
          <w:rFonts w:ascii="Times New Roman" w:hAnsi="Times New Roman"/>
          <w:b/>
          <w:sz w:val="28"/>
        </w:rPr>
        <w:t xml:space="preserve">1 квартале </w:t>
      </w:r>
      <w:r w:rsidR="00F27B3B">
        <w:rPr>
          <w:rFonts w:ascii="Times New Roman" w:hAnsi="Times New Roman"/>
          <w:b/>
          <w:sz w:val="28"/>
        </w:rPr>
        <w:t>202</w:t>
      </w:r>
      <w:r w:rsidR="001F5CF3">
        <w:rPr>
          <w:rFonts w:ascii="Times New Roman" w:hAnsi="Times New Roman"/>
          <w:b/>
          <w:sz w:val="28"/>
        </w:rPr>
        <w:t>4</w:t>
      </w:r>
      <w:r w:rsidR="00F27B3B">
        <w:rPr>
          <w:rFonts w:ascii="Times New Roman" w:hAnsi="Times New Roman"/>
          <w:b/>
          <w:sz w:val="28"/>
        </w:rPr>
        <w:t xml:space="preserve"> г</w:t>
      </w:r>
      <w:r w:rsidR="00D553E4">
        <w:rPr>
          <w:rFonts w:ascii="Times New Roman" w:hAnsi="Times New Roman"/>
          <w:b/>
          <w:sz w:val="28"/>
        </w:rPr>
        <w:t>од</w:t>
      </w:r>
      <w:r w:rsidR="00932C23">
        <w:rPr>
          <w:rFonts w:ascii="Times New Roman" w:hAnsi="Times New Roman"/>
          <w:b/>
          <w:sz w:val="28"/>
        </w:rPr>
        <w:t>а</w:t>
      </w:r>
    </w:p>
    <w:p w:rsidR="00537FA6" w:rsidRPr="00537FA6" w:rsidRDefault="00537FA6" w:rsidP="00537FA6">
      <w:pPr>
        <w:pStyle w:val="a8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</w:t>
      </w:r>
    </w:p>
    <w:tbl>
      <w:tblPr>
        <w:tblStyle w:val="a3"/>
        <w:tblW w:w="10602" w:type="dxa"/>
        <w:jc w:val="center"/>
        <w:tblLayout w:type="fixed"/>
        <w:tblLook w:val="04A0" w:firstRow="1" w:lastRow="0" w:firstColumn="1" w:lastColumn="0" w:noHBand="0" w:noVBand="1"/>
      </w:tblPr>
      <w:tblGrid>
        <w:gridCol w:w="680"/>
        <w:gridCol w:w="3402"/>
        <w:gridCol w:w="1304"/>
        <w:gridCol w:w="1304"/>
        <w:gridCol w:w="1304"/>
        <w:gridCol w:w="1304"/>
        <w:gridCol w:w="1304"/>
      </w:tblGrid>
      <w:tr w:rsidR="00537FA6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Показатель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1F5CF3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1F5CF3">
              <w:rPr>
                <w:rFonts w:ascii="Times New Roman" w:hAnsi="Times New Roman"/>
                <w:b/>
                <w:sz w:val="28"/>
              </w:rPr>
              <w:t>4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1F5CF3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1F5CF3">
              <w:rPr>
                <w:rFonts w:ascii="Times New Roman" w:hAnsi="Times New Roman"/>
                <w:b/>
                <w:sz w:val="28"/>
              </w:rPr>
              <w:t>4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1F5CF3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1F5CF3">
              <w:rPr>
                <w:rFonts w:ascii="Times New Roman" w:hAnsi="Times New Roman"/>
                <w:b/>
                <w:sz w:val="28"/>
              </w:rPr>
              <w:t>4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квартал</w:t>
            </w:r>
          </w:p>
          <w:p w:rsidR="00537FA6" w:rsidRPr="00537FA6" w:rsidRDefault="00537FA6" w:rsidP="001F5CF3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202</w:t>
            </w:r>
            <w:r w:rsidR="001F5CF3">
              <w:rPr>
                <w:rFonts w:ascii="Times New Roman" w:hAnsi="Times New Roman"/>
                <w:b/>
                <w:sz w:val="28"/>
              </w:rPr>
              <w:t>4</w:t>
            </w:r>
            <w:r>
              <w:rPr>
                <w:rFonts w:ascii="Times New Roman" w:hAnsi="Times New Roman"/>
                <w:b/>
                <w:sz w:val="28"/>
              </w:rPr>
              <w:t xml:space="preserve"> год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Всего </w:t>
            </w:r>
          </w:p>
          <w:p w:rsid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за 202</w:t>
            </w:r>
            <w:r w:rsidR="001F5CF3">
              <w:rPr>
                <w:rFonts w:ascii="Times New Roman" w:hAnsi="Times New Roman"/>
                <w:b/>
                <w:sz w:val="28"/>
              </w:rPr>
              <w:t>4</w:t>
            </w:r>
          </w:p>
          <w:p w:rsidR="00537FA6" w:rsidRPr="00537FA6" w:rsidRDefault="00537FA6" w:rsidP="00537FA6">
            <w:pPr>
              <w:pStyle w:val="a8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год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Поступило всего письменных обращений (шт.):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256BFC" w:rsidRDefault="00681971" w:rsidP="00256BFC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1.1.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из администрации края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681971" w:rsidP="00234BDC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</w:t>
            </w:r>
          </w:p>
          <w:p w:rsidR="00681971" w:rsidRPr="00537FA6" w:rsidRDefault="00681971" w:rsidP="00234BDC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38,7%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256BFC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681971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</w:t>
            </w:r>
          </w:p>
          <w:p w:rsidR="00681971" w:rsidRPr="00537FA6" w:rsidRDefault="00681971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38,7%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1.2.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из администрации Президента РФ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681971" w:rsidP="006F15B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  <w:p w:rsidR="00681971" w:rsidRPr="00537FA6" w:rsidRDefault="00681971" w:rsidP="006F15B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18,9%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bookmarkStart w:id="0" w:name="_GoBack"/>
            <w:bookmarkEnd w:id="0"/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681971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  <w:p w:rsidR="00681971" w:rsidRPr="00537FA6" w:rsidRDefault="00681971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18,9%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1.3.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по сети «Интернет»  (шт.)%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681971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  <w:p w:rsidR="00681971" w:rsidRPr="00537FA6" w:rsidRDefault="00681971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14,4%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681971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</w:t>
            </w:r>
          </w:p>
          <w:p w:rsidR="00681971" w:rsidRPr="00537FA6" w:rsidRDefault="00681971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14,4%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Взято на контроль всего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681971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109</w:t>
            </w:r>
          </w:p>
          <w:p w:rsidR="00681971" w:rsidRPr="00537FA6" w:rsidRDefault="00681971" w:rsidP="006132B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98,2%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681971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109</w:t>
            </w:r>
          </w:p>
          <w:p w:rsidR="00681971" w:rsidRPr="00537FA6" w:rsidRDefault="00681971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98,2%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2.1.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из администрации края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43 </w:t>
            </w:r>
          </w:p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681971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43 </w:t>
            </w:r>
          </w:p>
          <w:p w:rsidR="00681971" w:rsidRPr="00537FA6" w:rsidRDefault="00681971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100%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Поступило повторно (шт.) 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681971" w:rsidP="006F15B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  <w:p w:rsidR="00681971" w:rsidRPr="00537FA6" w:rsidRDefault="00681971" w:rsidP="0042254B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2,7%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681971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  <w:p w:rsidR="00681971" w:rsidRPr="00537FA6" w:rsidRDefault="00681971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2,7%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всего обращений (шт.), из них: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E83A51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96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4.1.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поддержано (шт.)%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681971" w:rsidP="00ED1615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  <w:p w:rsidR="00681971" w:rsidRPr="00537FA6" w:rsidRDefault="00681971" w:rsidP="00ED1615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21,9%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681971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  <w:p w:rsidR="00681971" w:rsidRPr="00537FA6" w:rsidRDefault="00681971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21,9%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4.2.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8"/>
              </w:rPr>
              <w:t>т.ч</w:t>
            </w:r>
            <w:proofErr w:type="spellEnd"/>
            <w:r>
              <w:rPr>
                <w:rFonts w:ascii="Times New Roman" w:hAnsi="Times New Roman"/>
                <w:sz w:val="28"/>
              </w:rPr>
              <w:t>. меры приняты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4.3.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разъяснено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681971" w:rsidP="00EF14BF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</w:t>
            </w:r>
          </w:p>
          <w:p w:rsidR="00681971" w:rsidRPr="00537FA6" w:rsidRDefault="00681971" w:rsidP="00481C28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78,1%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681971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75</w:t>
            </w:r>
          </w:p>
          <w:p w:rsidR="00681971" w:rsidRPr="00537FA6" w:rsidRDefault="00681971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78,1%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4.4.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не поддержано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работе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4F0152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7724E8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комиссионно с выездом на место (шт.)/%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681971" w:rsidP="00EC6E8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  <w:p w:rsidR="00681971" w:rsidRPr="00537FA6" w:rsidRDefault="00681971" w:rsidP="00EC6E8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14,6%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Default="00681971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  <w:p w:rsidR="00681971" w:rsidRPr="00537FA6" w:rsidRDefault="00681971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14,6%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6.1.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совместно с приемной губернатора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Рассмотрено с нарушением сроков     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681971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8.</w:t>
            </w:r>
          </w:p>
        </w:tc>
        <w:tc>
          <w:tcPr>
            <w:tcW w:w="3402" w:type="dxa"/>
            <w:shd w:val="clear" w:color="auto" w:fill="auto"/>
          </w:tcPr>
          <w:p w:rsidR="00681971" w:rsidRPr="00537FA6" w:rsidRDefault="00681971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Выявлено случаев волокиты, либо нарушений прав и законных интересов граждан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681971" w:rsidRPr="00537FA6" w:rsidRDefault="00681971" w:rsidP="00FE7292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8.1.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привлечены к ответственности (чел.)</w:t>
            </w:r>
            <w:proofErr w:type="gramEnd"/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8.2.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по представлениям прокуратуры (чел.)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Проверена достоверность ответо</w:t>
            </w:r>
            <w:proofErr w:type="gramStart"/>
            <w:r>
              <w:rPr>
                <w:rFonts w:ascii="Times New Roman" w:hAnsi="Times New Roman"/>
                <w:sz w:val="28"/>
              </w:rPr>
              <w:t>в(</w:t>
            </w:r>
            <w:proofErr w:type="gramEnd"/>
            <w:r>
              <w:rPr>
                <w:rFonts w:ascii="Times New Roman" w:hAnsi="Times New Roman"/>
                <w:sz w:val="28"/>
              </w:rPr>
              <w:t>шт.), из них: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17780A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17780A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9.1.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 выездом на место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17780A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17780A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9.2.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 телефон</w:t>
            </w:r>
            <w:proofErr w:type="gramStart"/>
            <w:r>
              <w:rPr>
                <w:rFonts w:ascii="Times New Roman" w:hAnsi="Times New Roman"/>
                <w:sz w:val="28"/>
              </w:rPr>
              <w:t>у(</w:t>
            </w:r>
            <w:proofErr w:type="gramEnd"/>
            <w:r>
              <w:rPr>
                <w:rFonts w:ascii="Times New Roman" w:hAnsi="Times New Roman"/>
                <w:sz w:val="28"/>
              </w:rPr>
              <w:t>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17780A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17780A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9.3.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анкетировани</w:t>
            </w:r>
            <w:proofErr w:type="gramStart"/>
            <w:r>
              <w:rPr>
                <w:rFonts w:ascii="Times New Roman" w:hAnsi="Times New Roman"/>
                <w:sz w:val="28"/>
              </w:rPr>
              <w:t>е(</w:t>
            </w:r>
            <w:proofErr w:type="gramEnd"/>
            <w:r>
              <w:rPr>
                <w:rFonts w:ascii="Times New Roman" w:hAnsi="Times New Roman"/>
                <w:sz w:val="28"/>
              </w:rPr>
              <w:t>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17780A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17780A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Принято граждан на личных приёмах руководством (чел.)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4C36A7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126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126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10.1.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том числе главой МО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Принято граждан в общественной приемной и специалистами, ответственными за работу с обращениями граждан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E2765C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E2765C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E2765C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E2765C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E2765C" w:rsidRDefault="00251492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Принято звонков по телефону "горячей линии" специалистами, ответственными за работу с обращениями граждан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E2765C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E2765C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E2765C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E2765C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E2765C" w:rsidRDefault="00251492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Получено карточек по обращениям, поступившим на многоканальный круглосуточный телефон администрации Краснодарского края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690399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публикаций о работе с обращениями граждан в средствах массовой информации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15.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Оказание методической помощи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A941EC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15.1.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проведено семинаров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A941EC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15.2.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выездов в поселения (шт.), в том числе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  <w:tr w:rsidR="00251492" w:rsidRPr="00537FA6" w:rsidTr="00537FA6">
        <w:trPr>
          <w:cantSplit/>
          <w:jc w:val="center"/>
        </w:trPr>
        <w:tc>
          <w:tcPr>
            <w:tcW w:w="680" w:type="dxa"/>
            <w:shd w:val="clear" w:color="auto" w:fill="auto"/>
          </w:tcPr>
          <w:p w:rsidR="00251492" w:rsidRPr="00537FA6" w:rsidRDefault="00251492" w:rsidP="00A941EC">
            <w:pPr>
              <w:pStyle w:val="a8"/>
              <w:ind w:right="-137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15.3.</w:t>
            </w:r>
          </w:p>
        </w:tc>
        <w:tc>
          <w:tcPr>
            <w:tcW w:w="3402" w:type="dxa"/>
            <w:shd w:val="clear" w:color="auto" w:fill="auto"/>
          </w:tcPr>
          <w:p w:rsidR="00251492" w:rsidRPr="00537FA6" w:rsidRDefault="00251492" w:rsidP="00537FA6">
            <w:pPr>
              <w:pStyle w:val="a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Обращения из почтовых ящиков и боксов «Почта губернатора» (шт.)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537FA6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04" w:type="dxa"/>
            <w:shd w:val="clear" w:color="auto" w:fill="auto"/>
            <w:vAlign w:val="center"/>
          </w:tcPr>
          <w:p w:rsidR="00251492" w:rsidRPr="00537FA6" w:rsidRDefault="00251492" w:rsidP="00356F80">
            <w:pPr>
              <w:pStyle w:val="a8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</w:p>
        </w:tc>
      </w:tr>
    </w:tbl>
    <w:p w:rsidR="00541FD2" w:rsidRPr="00537FA6" w:rsidRDefault="00541FD2" w:rsidP="00537FA6">
      <w:pPr>
        <w:pStyle w:val="a8"/>
        <w:jc w:val="center"/>
        <w:rPr>
          <w:rFonts w:ascii="Times New Roman" w:hAnsi="Times New Roman"/>
          <w:b/>
          <w:sz w:val="28"/>
        </w:rPr>
      </w:pPr>
    </w:p>
    <w:sectPr w:rsidR="00541FD2" w:rsidRPr="00537FA6" w:rsidSect="00497550">
      <w:headerReference w:type="default" r:id="rId8"/>
      <w:footerReference w:type="default" r:id="rId9"/>
      <w:pgSz w:w="11906" w:h="16838"/>
      <w:pgMar w:top="1134" w:right="567" w:bottom="1134" w:left="1021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027" w:rsidRDefault="00F25027" w:rsidP="00F0615F">
      <w:pPr>
        <w:spacing w:after="0" w:line="240" w:lineRule="auto"/>
      </w:pPr>
      <w:r>
        <w:separator/>
      </w:r>
    </w:p>
  </w:endnote>
  <w:endnote w:type="continuationSeparator" w:id="0">
    <w:p w:rsidR="00F25027" w:rsidRDefault="00F25027" w:rsidP="00F06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D3" w:rsidRDefault="007F37F4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81971">
      <w:rPr>
        <w:noProof/>
      </w:rPr>
      <w:t>3</w:t>
    </w:r>
    <w:r>
      <w:rPr>
        <w:noProof/>
      </w:rPr>
      <w:fldChar w:fldCharType="end"/>
    </w:r>
  </w:p>
  <w:p w:rsidR="007B21D3" w:rsidRDefault="007B21D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027" w:rsidRDefault="00F25027" w:rsidP="00F0615F">
      <w:pPr>
        <w:spacing w:after="0" w:line="240" w:lineRule="auto"/>
      </w:pPr>
      <w:r>
        <w:separator/>
      </w:r>
    </w:p>
  </w:footnote>
  <w:footnote w:type="continuationSeparator" w:id="0">
    <w:p w:rsidR="00F25027" w:rsidRDefault="00F25027" w:rsidP="00F06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550" w:rsidRDefault="007F37F4" w:rsidP="00497550">
    <w:pPr>
      <w:pStyle w:val="a4"/>
      <w:jc w:val="center"/>
    </w:pPr>
    <w:r>
      <w:fldChar w:fldCharType="begin"/>
    </w:r>
    <w:r>
      <w:instrText xml:space="preserve"> PAGE  \* Arabic  \* MERGEFORMAT </w:instrText>
    </w:r>
    <w:r>
      <w:fldChar w:fldCharType="separate"/>
    </w:r>
    <w:r w:rsidR="00681971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AAF"/>
    <w:rsid w:val="0000071A"/>
    <w:rsid w:val="0000463C"/>
    <w:rsid w:val="00005AA9"/>
    <w:rsid w:val="00017061"/>
    <w:rsid w:val="000220AA"/>
    <w:rsid w:val="000237A8"/>
    <w:rsid w:val="00033C15"/>
    <w:rsid w:val="00035792"/>
    <w:rsid w:val="00040CFD"/>
    <w:rsid w:val="00052E31"/>
    <w:rsid w:val="000579AB"/>
    <w:rsid w:val="00057C21"/>
    <w:rsid w:val="0006033D"/>
    <w:rsid w:val="00062162"/>
    <w:rsid w:val="000762FD"/>
    <w:rsid w:val="0007731C"/>
    <w:rsid w:val="00085719"/>
    <w:rsid w:val="00085B89"/>
    <w:rsid w:val="000A20CB"/>
    <w:rsid w:val="000A618E"/>
    <w:rsid w:val="000B5EA1"/>
    <w:rsid w:val="000C3F8B"/>
    <w:rsid w:val="000C6ADA"/>
    <w:rsid w:val="000D0F71"/>
    <w:rsid w:val="000E2BD0"/>
    <w:rsid w:val="000E7746"/>
    <w:rsid w:val="000F44FB"/>
    <w:rsid w:val="00111109"/>
    <w:rsid w:val="001153E4"/>
    <w:rsid w:val="0012188C"/>
    <w:rsid w:val="001272D6"/>
    <w:rsid w:val="00132533"/>
    <w:rsid w:val="00146123"/>
    <w:rsid w:val="00147679"/>
    <w:rsid w:val="00154CF5"/>
    <w:rsid w:val="00155790"/>
    <w:rsid w:val="00170B88"/>
    <w:rsid w:val="0017342C"/>
    <w:rsid w:val="0017780A"/>
    <w:rsid w:val="00184305"/>
    <w:rsid w:val="001961C3"/>
    <w:rsid w:val="001C10E3"/>
    <w:rsid w:val="001C330B"/>
    <w:rsid w:val="001E0177"/>
    <w:rsid w:val="001E331C"/>
    <w:rsid w:val="001F5CF3"/>
    <w:rsid w:val="002022FA"/>
    <w:rsid w:val="00203347"/>
    <w:rsid w:val="00211DF8"/>
    <w:rsid w:val="00217A7F"/>
    <w:rsid w:val="00234BDC"/>
    <w:rsid w:val="00235D7D"/>
    <w:rsid w:val="0023785F"/>
    <w:rsid w:val="00237C7D"/>
    <w:rsid w:val="00240159"/>
    <w:rsid w:val="00241AB4"/>
    <w:rsid w:val="00246A8F"/>
    <w:rsid w:val="00251492"/>
    <w:rsid w:val="00251952"/>
    <w:rsid w:val="00252C31"/>
    <w:rsid w:val="00254110"/>
    <w:rsid w:val="00256BFC"/>
    <w:rsid w:val="00261112"/>
    <w:rsid w:val="00261A05"/>
    <w:rsid w:val="00265DE6"/>
    <w:rsid w:val="00274DA0"/>
    <w:rsid w:val="0029580A"/>
    <w:rsid w:val="002A3D5F"/>
    <w:rsid w:val="002C0B97"/>
    <w:rsid w:val="002C7F4F"/>
    <w:rsid w:val="002D200C"/>
    <w:rsid w:val="002D4A41"/>
    <w:rsid w:val="002D65D7"/>
    <w:rsid w:val="002E2177"/>
    <w:rsid w:val="002E2A1B"/>
    <w:rsid w:val="002F4660"/>
    <w:rsid w:val="002F6AE1"/>
    <w:rsid w:val="00306C81"/>
    <w:rsid w:val="003234AF"/>
    <w:rsid w:val="00331E5A"/>
    <w:rsid w:val="00340310"/>
    <w:rsid w:val="00341CD0"/>
    <w:rsid w:val="0034254F"/>
    <w:rsid w:val="003426FA"/>
    <w:rsid w:val="00361D31"/>
    <w:rsid w:val="00365C86"/>
    <w:rsid w:val="0037249F"/>
    <w:rsid w:val="003730F5"/>
    <w:rsid w:val="00385309"/>
    <w:rsid w:val="003860B5"/>
    <w:rsid w:val="00390E64"/>
    <w:rsid w:val="00392069"/>
    <w:rsid w:val="003C1D1C"/>
    <w:rsid w:val="003C6C97"/>
    <w:rsid w:val="003D4525"/>
    <w:rsid w:val="003D4596"/>
    <w:rsid w:val="003D4EB2"/>
    <w:rsid w:val="003E015B"/>
    <w:rsid w:val="003E1442"/>
    <w:rsid w:val="003F12AD"/>
    <w:rsid w:val="003F7954"/>
    <w:rsid w:val="0041227A"/>
    <w:rsid w:val="004173C2"/>
    <w:rsid w:val="00421D5B"/>
    <w:rsid w:val="0042254B"/>
    <w:rsid w:val="004229C8"/>
    <w:rsid w:val="0043324F"/>
    <w:rsid w:val="00444612"/>
    <w:rsid w:val="004559F3"/>
    <w:rsid w:val="004652FC"/>
    <w:rsid w:val="004656FC"/>
    <w:rsid w:val="00467DC9"/>
    <w:rsid w:val="00481C28"/>
    <w:rsid w:val="00496BE9"/>
    <w:rsid w:val="00497550"/>
    <w:rsid w:val="004A0C3E"/>
    <w:rsid w:val="004A476F"/>
    <w:rsid w:val="004B0464"/>
    <w:rsid w:val="004B7763"/>
    <w:rsid w:val="004C36A7"/>
    <w:rsid w:val="004D59D3"/>
    <w:rsid w:val="004F0152"/>
    <w:rsid w:val="004F543C"/>
    <w:rsid w:val="00502111"/>
    <w:rsid w:val="0050327F"/>
    <w:rsid w:val="0050720A"/>
    <w:rsid w:val="00510686"/>
    <w:rsid w:val="00530541"/>
    <w:rsid w:val="00533E89"/>
    <w:rsid w:val="0053712C"/>
    <w:rsid w:val="0053723A"/>
    <w:rsid w:val="00537FA6"/>
    <w:rsid w:val="0054140C"/>
    <w:rsid w:val="00541FD2"/>
    <w:rsid w:val="0055012E"/>
    <w:rsid w:val="00552978"/>
    <w:rsid w:val="00554F88"/>
    <w:rsid w:val="00567EDF"/>
    <w:rsid w:val="00577F3B"/>
    <w:rsid w:val="00580885"/>
    <w:rsid w:val="005A6E52"/>
    <w:rsid w:val="005B34ED"/>
    <w:rsid w:val="005B7C7E"/>
    <w:rsid w:val="005C1D18"/>
    <w:rsid w:val="005C1D74"/>
    <w:rsid w:val="005C53E9"/>
    <w:rsid w:val="005F2572"/>
    <w:rsid w:val="005F3AAF"/>
    <w:rsid w:val="006004BF"/>
    <w:rsid w:val="00602A94"/>
    <w:rsid w:val="006132B7"/>
    <w:rsid w:val="00624D4F"/>
    <w:rsid w:val="00632802"/>
    <w:rsid w:val="00632BB6"/>
    <w:rsid w:val="006438EB"/>
    <w:rsid w:val="00665FC3"/>
    <w:rsid w:val="0066674F"/>
    <w:rsid w:val="00666B72"/>
    <w:rsid w:val="006702DF"/>
    <w:rsid w:val="0067283C"/>
    <w:rsid w:val="006747BE"/>
    <w:rsid w:val="0067665D"/>
    <w:rsid w:val="00681971"/>
    <w:rsid w:val="00690399"/>
    <w:rsid w:val="006A088B"/>
    <w:rsid w:val="006A292D"/>
    <w:rsid w:val="006B2792"/>
    <w:rsid w:val="006C247D"/>
    <w:rsid w:val="006C32B2"/>
    <w:rsid w:val="006C3984"/>
    <w:rsid w:val="006C4443"/>
    <w:rsid w:val="006C4F08"/>
    <w:rsid w:val="006F117E"/>
    <w:rsid w:val="006F15B1"/>
    <w:rsid w:val="006F18FD"/>
    <w:rsid w:val="006F59A0"/>
    <w:rsid w:val="00701313"/>
    <w:rsid w:val="007044B9"/>
    <w:rsid w:val="007045D7"/>
    <w:rsid w:val="007140B5"/>
    <w:rsid w:val="00736AC3"/>
    <w:rsid w:val="00743BF8"/>
    <w:rsid w:val="007724E8"/>
    <w:rsid w:val="00777BD5"/>
    <w:rsid w:val="00786EB2"/>
    <w:rsid w:val="00794210"/>
    <w:rsid w:val="00795CA7"/>
    <w:rsid w:val="007A6C74"/>
    <w:rsid w:val="007B1567"/>
    <w:rsid w:val="007B21D3"/>
    <w:rsid w:val="007B2C6F"/>
    <w:rsid w:val="007B598F"/>
    <w:rsid w:val="007D1D75"/>
    <w:rsid w:val="007D68E0"/>
    <w:rsid w:val="007E4163"/>
    <w:rsid w:val="007E7F84"/>
    <w:rsid w:val="007F37F4"/>
    <w:rsid w:val="0081723B"/>
    <w:rsid w:val="00824083"/>
    <w:rsid w:val="00833D5D"/>
    <w:rsid w:val="0083757A"/>
    <w:rsid w:val="008417F3"/>
    <w:rsid w:val="00850DAB"/>
    <w:rsid w:val="00851909"/>
    <w:rsid w:val="008573D2"/>
    <w:rsid w:val="00866882"/>
    <w:rsid w:val="00870B83"/>
    <w:rsid w:val="008736EF"/>
    <w:rsid w:val="00873C2C"/>
    <w:rsid w:val="008764F5"/>
    <w:rsid w:val="00882B7E"/>
    <w:rsid w:val="00882D33"/>
    <w:rsid w:val="00893CC9"/>
    <w:rsid w:val="008A1875"/>
    <w:rsid w:val="008B4812"/>
    <w:rsid w:val="008B4915"/>
    <w:rsid w:val="008C1DEF"/>
    <w:rsid w:val="008D52BE"/>
    <w:rsid w:val="008D5B25"/>
    <w:rsid w:val="008F26F0"/>
    <w:rsid w:val="008F398A"/>
    <w:rsid w:val="009041DF"/>
    <w:rsid w:val="00912157"/>
    <w:rsid w:val="0091402A"/>
    <w:rsid w:val="00923C87"/>
    <w:rsid w:val="00925195"/>
    <w:rsid w:val="00932C23"/>
    <w:rsid w:val="00934644"/>
    <w:rsid w:val="00947333"/>
    <w:rsid w:val="009572EC"/>
    <w:rsid w:val="009730CC"/>
    <w:rsid w:val="00973961"/>
    <w:rsid w:val="00977B81"/>
    <w:rsid w:val="00984DF9"/>
    <w:rsid w:val="0099686C"/>
    <w:rsid w:val="00997987"/>
    <w:rsid w:val="009A26EE"/>
    <w:rsid w:val="009C350F"/>
    <w:rsid w:val="009C422E"/>
    <w:rsid w:val="009C488D"/>
    <w:rsid w:val="009D203E"/>
    <w:rsid w:val="009D7476"/>
    <w:rsid w:val="009E2223"/>
    <w:rsid w:val="009F0591"/>
    <w:rsid w:val="009F10D1"/>
    <w:rsid w:val="009F73DD"/>
    <w:rsid w:val="009F7501"/>
    <w:rsid w:val="00A00DF6"/>
    <w:rsid w:val="00A03776"/>
    <w:rsid w:val="00A127FE"/>
    <w:rsid w:val="00A13ECC"/>
    <w:rsid w:val="00A23419"/>
    <w:rsid w:val="00A3028D"/>
    <w:rsid w:val="00A41369"/>
    <w:rsid w:val="00A452D2"/>
    <w:rsid w:val="00A5212C"/>
    <w:rsid w:val="00A5757D"/>
    <w:rsid w:val="00A7139A"/>
    <w:rsid w:val="00A7191D"/>
    <w:rsid w:val="00A7794C"/>
    <w:rsid w:val="00A941EC"/>
    <w:rsid w:val="00AA0DDA"/>
    <w:rsid w:val="00AB1E6C"/>
    <w:rsid w:val="00AD2776"/>
    <w:rsid w:val="00AD5F7A"/>
    <w:rsid w:val="00AE130E"/>
    <w:rsid w:val="00AE34BC"/>
    <w:rsid w:val="00AE53E6"/>
    <w:rsid w:val="00AF2446"/>
    <w:rsid w:val="00B1074D"/>
    <w:rsid w:val="00B17E9F"/>
    <w:rsid w:val="00B22332"/>
    <w:rsid w:val="00B23523"/>
    <w:rsid w:val="00B30C6D"/>
    <w:rsid w:val="00B40041"/>
    <w:rsid w:val="00B428E9"/>
    <w:rsid w:val="00B42BE9"/>
    <w:rsid w:val="00B43812"/>
    <w:rsid w:val="00B455D2"/>
    <w:rsid w:val="00B60757"/>
    <w:rsid w:val="00B64762"/>
    <w:rsid w:val="00B67FCB"/>
    <w:rsid w:val="00B77627"/>
    <w:rsid w:val="00B82152"/>
    <w:rsid w:val="00B83039"/>
    <w:rsid w:val="00B846F3"/>
    <w:rsid w:val="00B84B5A"/>
    <w:rsid w:val="00B84E3B"/>
    <w:rsid w:val="00B97EF1"/>
    <w:rsid w:val="00BA4DA7"/>
    <w:rsid w:val="00BA7581"/>
    <w:rsid w:val="00BA7AC2"/>
    <w:rsid w:val="00BC01C1"/>
    <w:rsid w:val="00BC3298"/>
    <w:rsid w:val="00BC36B7"/>
    <w:rsid w:val="00BD1B77"/>
    <w:rsid w:val="00BD4A7A"/>
    <w:rsid w:val="00BD6500"/>
    <w:rsid w:val="00BE17F7"/>
    <w:rsid w:val="00BE30F4"/>
    <w:rsid w:val="00BF519E"/>
    <w:rsid w:val="00C143F2"/>
    <w:rsid w:val="00C23236"/>
    <w:rsid w:val="00C409E6"/>
    <w:rsid w:val="00C44BA7"/>
    <w:rsid w:val="00C44C75"/>
    <w:rsid w:val="00C45D13"/>
    <w:rsid w:val="00C55930"/>
    <w:rsid w:val="00C5631D"/>
    <w:rsid w:val="00C91BB6"/>
    <w:rsid w:val="00C943AA"/>
    <w:rsid w:val="00CA38FE"/>
    <w:rsid w:val="00CB5E50"/>
    <w:rsid w:val="00CB7685"/>
    <w:rsid w:val="00CC11E2"/>
    <w:rsid w:val="00CC2F73"/>
    <w:rsid w:val="00CC4CDB"/>
    <w:rsid w:val="00CD2262"/>
    <w:rsid w:val="00CD4186"/>
    <w:rsid w:val="00CD4F55"/>
    <w:rsid w:val="00CE2A70"/>
    <w:rsid w:val="00D04041"/>
    <w:rsid w:val="00D07A68"/>
    <w:rsid w:val="00D25E17"/>
    <w:rsid w:val="00D25FA7"/>
    <w:rsid w:val="00D272A4"/>
    <w:rsid w:val="00D27F78"/>
    <w:rsid w:val="00D34C22"/>
    <w:rsid w:val="00D353CB"/>
    <w:rsid w:val="00D35678"/>
    <w:rsid w:val="00D4066B"/>
    <w:rsid w:val="00D43168"/>
    <w:rsid w:val="00D44CCA"/>
    <w:rsid w:val="00D553E4"/>
    <w:rsid w:val="00D760D3"/>
    <w:rsid w:val="00D76FA5"/>
    <w:rsid w:val="00D86109"/>
    <w:rsid w:val="00D947F9"/>
    <w:rsid w:val="00D95306"/>
    <w:rsid w:val="00DA38CD"/>
    <w:rsid w:val="00DB0E92"/>
    <w:rsid w:val="00DB0EDB"/>
    <w:rsid w:val="00DB1F9D"/>
    <w:rsid w:val="00DC10CF"/>
    <w:rsid w:val="00DD0599"/>
    <w:rsid w:val="00DD1B4B"/>
    <w:rsid w:val="00DD56EB"/>
    <w:rsid w:val="00DD5EA1"/>
    <w:rsid w:val="00E008B9"/>
    <w:rsid w:val="00E00B3B"/>
    <w:rsid w:val="00E0279D"/>
    <w:rsid w:val="00E23DA7"/>
    <w:rsid w:val="00E2765C"/>
    <w:rsid w:val="00E36CBE"/>
    <w:rsid w:val="00E40F7B"/>
    <w:rsid w:val="00E454F8"/>
    <w:rsid w:val="00E46E61"/>
    <w:rsid w:val="00E507A4"/>
    <w:rsid w:val="00E51C80"/>
    <w:rsid w:val="00E55CF6"/>
    <w:rsid w:val="00E57413"/>
    <w:rsid w:val="00E5794E"/>
    <w:rsid w:val="00E6098B"/>
    <w:rsid w:val="00E73C36"/>
    <w:rsid w:val="00E81703"/>
    <w:rsid w:val="00E8177C"/>
    <w:rsid w:val="00E82DB5"/>
    <w:rsid w:val="00E83A51"/>
    <w:rsid w:val="00E93072"/>
    <w:rsid w:val="00EB1BAC"/>
    <w:rsid w:val="00EB1E9E"/>
    <w:rsid w:val="00EC4F08"/>
    <w:rsid w:val="00EC6E86"/>
    <w:rsid w:val="00ED1615"/>
    <w:rsid w:val="00EF14BF"/>
    <w:rsid w:val="00EF6F54"/>
    <w:rsid w:val="00F03A29"/>
    <w:rsid w:val="00F04268"/>
    <w:rsid w:val="00F0615F"/>
    <w:rsid w:val="00F07D24"/>
    <w:rsid w:val="00F1706F"/>
    <w:rsid w:val="00F22D57"/>
    <w:rsid w:val="00F25027"/>
    <w:rsid w:val="00F27815"/>
    <w:rsid w:val="00F27B3B"/>
    <w:rsid w:val="00F32179"/>
    <w:rsid w:val="00F336CA"/>
    <w:rsid w:val="00F36330"/>
    <w:rsid w:val="00F43A49"/>
    <w:rsid w:val="00F537BD"/>
    <w:rsid w:val="00F72A7F"/>
    <w:rsid w:val="00F73373"/>
    <w:rsid w:val="00F77C4E"/>
    <w:rsid w:val="00F9677D"/>
    <w:rsid w:val="00FA0A1B"/>
    <w:rsid w:val="00FA4536"/>
    <w:rsid w:val="00FC0F2E"/>
    <w:rsid w:val="00FD58D7"/>
    <w:rsid w:val="00FD5EB0"/>
    <w:rsid w:val="00FE04C3"/>
    <w:rsid w:val="00FE16F0"/>
    <w:rsid w:val="00FE6AFB"/>
    <w:rsid w:val="00FF0FCB"/>
    <w:rsid w:val="00FF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94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0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061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0615F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061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615F"/>
    <w:rPr>
      <w:sz w:val="22"/>
      <w:szCs w:val="22"/>
    </w:rPr>
  </w:style>
  <w:style w:type="paragraph" w:styleId="a8">
    <w:name w:val="No Spacing"/>
    <w:uiPriority w:val="1"/>
    <w:qFormat/>
    <w:rsid w:val="00BC3298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AB1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1E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94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0F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F061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0615F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F061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615F"/>
    <w:rPr>
      <w:sz w:val="22"/>
      <w:szCs w:val="22"/>
    </w:rPr>
  </w:style>
  <w:style w:type="paragraph" w:styleId="a8">
    <w:name w:val="No Spacing"/>
    <w:uiPriority w:val="1"/>
    <w:qFormat/>
    <w:rsid w:val="00BC3298"/>
    <w:rPr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AB1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1E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88;&#1077;&#1075;&#1080;&#1089;&#1090;&#1088;&#1072;&#1090;&#1086;&#1088;2\AppData\Roaming\Sincope\Templates\StatistikObrGr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05620-A17C-46A4-B3A5-0ECF60BCC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StatistikObrGr</Template>
  <TotalTime>147</TotalTime>
  <Pages>3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"Кубань-Информ-Холдинг"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38</cp:revision>
  <cp:lastPrinted>2024-04-09T06:03:00Z</cp:lastPrinted>
  <dcterms:created xsi:type="dcterms:W3CDTF">2022-12-12T06:29:00Z</dcterms:created>
  <dcterms:modified xsi:type="dcterms:W3CDTF">2024-04-09T06:04:00Z</dcterms:modified>
</cp:coreProperties>
</file>