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/>
      </w:tblPr>
      <w:tblGrid>
        <w:gridCol w:w="9719"/>
      </w:tblGrid>
      <w:tr w:rsidR="00DB392B" w:rsidRPr="008F4AD5" w:rsidTr="008F4AD5">
        <w:trPr>
          <w:trHeight w:val="1285"/>
        </w:trPr>
        <w:tc>
          <w:tcPr>
            <w:tcW w:w="5000" w:type="pct"/>
            <w:vAlign w:val="bottom"/>
          </w:tcPr>
          <w:p w:rsidR="00DB392B" w:rsidRPr="008F4AD5" w:rsidRDefault="00DB39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3in;margin-top:0;width:50.25pt;height:63pt;z-index:-251658240;visibility:visible" wrapcoords="-322 0 -322 21343 21600 21343 21600 0 -322 0">
                  <v:imagedata r:id="rId7" o:title=""/>
                  <w10:wrap type="through"/>
                </v:shape>
              </w:pict>
            </w:r>
          </w:p>
        </w:tc>
      </w:tr>
      <w:tr w:rsidR="00DB392B" w:rsidRPr="008F4AD5" w:rsidTr="008F4AD5">
        <w:trPr>
          <w:trHeight w:val="1429"/>
        </w:trPr>
        <w:tc>
          <w:tcPr>
            <w:tcW w:w="5000" w:type="pct"/>
          </w:tcPr>
          <w:p w:rsidR="00DB392B" w:rsidRPr="008F4AD5" w:rsidRDefault="00DB39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392B" w:rsidRPr="008F4AD5" w:rsidRDefault="00DB39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ОБРАЗОВАНИЯ </w:t>
            </w:r>
          </w:p>
          <w:p w:rsidR="00DB392B" w:rsidRPr="008F4AD5" w:rsidRDefault="00DB392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МОСТОВСКИЙ РАЙОН </w:t>
            </w:r>
          </w:p>
          <w:p w:rsidR="00DB392B" w:rsidRPr="008F4AD5" w:rsidRDefault="00DB392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РЕШЕНИЕ</w:t>
            </w:r>
            <w:r w:rsidRPr="008F4AD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DB392B" w:rsidRPr="008F4AD5" w:rsidRDefault="00DB39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B392B" w:rsidRPr="008F4AD5" w:rsidTr="008F4AD5">
        <w:trPr>
          <w:trHeight w:val="360"/>
        </w:trPr>
        <w:tc>
          <w:tcPr>
            <w:tcW w:w="5000" w:type="pct"/>
          </w:tcPr>
          <w:p w:rsidR="00DB392B" w:rsidRPr="008F4AD5" w:rsidRDefault="00DB392B" w:rsidP="00514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                                 </w:t>
            </w: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</w:tr>
      <w:tr w:rsidR="00DB392B" w:rsidRPr="008F4AD5" w:rsidTr="008F4AD5">
        <w:tc>
          <w:tcPr>
            <w:tcW w:w="5000" w:type="pct"/>
          </w:tcPr>
          <w:p w:rsidR="00DB392B" w:rsidRPr="008F4AD5" w:rsidRDefault="00DB39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>пгт Мостовской</w:t>
            </w:r>
          </w:p>
          <w:p w:rsidR="00DB392B" w:rsidRPr="008F4AD5" w:rsidRDefault="00DB39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92B" w:rsidRPr="008F4AD5" w:rsidRDefault="00DB39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92B" w:rsidRPr="008F4AD5" w:rsidTr="008F4AD5">
        <w:tc>
          <w:tcPr>
            <w:tcW w:w="5000" w:type="pct"/>
          </w:tcPr>
          <w:p w:rsidR="00DB392B" w:rsidRPr="008F4AD5" w:rsidRDefault="00DB392B" w:rsidP="008F4AD5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0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Положения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муниципальной службе в муниципальном образовании Мостовский район</w:t>
            </w:r>
          </w:p>
        </w:tc>
      </w:tr>
    </w:tbl>
    <w:p w:rsidR="00DB392B" w:rsidRDefault="00DB392B" w:rsidP="00EA50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392B" w:rsidRPr="00EA50B2" w:rsidRDefault="00DB392B" w:rsidP="00EA50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392B" w:rsidRPr="0065102F" w:rsidRDefault="00DB392B" w:rsidP="00EF7D4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AC04E6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AC04E6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C04E6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AC04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Pr="00AC04E6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AC04E6">
        <w:rPr>
          <w:rFonts w:ascii="Times New Roman" w:hAnsi="Times New Roman" w:cs="Times New Roman"/>
          <w:sz w:val="28"/>
          <w:szCs w:val="28"/>
        </w:rPr>
        <w:t xml:space="preserve"> года № </w:t>
      </w:r>
      <w:r>
        <w:rPr>
          <w:rFonts w:ascii="Times New Roman" w:hAnsi="Times New Roman" w:cs="Times New Roman"/>
          <w:sz w:val="28"/>
          <w:szCs w:val="28"/>
        </w:rPr>
        <w:t>432</w:t>
      </w:r>
      <w:r w:rsidRPr="00AC04E6">
        <w:rPr>
          <w:rFonts w:ascii="Times New Roman" w:hAnsi="Times New Roman" w:cs="Times New Roman"/>
          <w:sz w:val="28"/>
          <w:szCs w:val="28"/>
        </w:rPr>
        <w:t>-ФЗ «</w:t>
      </w:r>
      <w:r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 в целях совершенствования законодательства Российской Федерации о противодействии коррупции</w:t>
      </w:r>
      <w:r w:rsidRPr="00AC04E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C04E6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AC04E6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C04E6">
        <w:rPr>
          <w:rFonts w:ascii="Times New Roman" w:hAnsi="Times New Roman" w:cs="Times New Roman"/>
          <w:sz w:val="28"/>
          <w:szCs w:val="28"/>
        </w:rPr>
        <w:t xml:space="preserve"> от 6 октября 2003 года № 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Федеральным законом </w:t>
      </w:r>
      <w:r w:rsidRPr="00D81759">
        <w:rPr>
          <w:rFonts w:ascii="Times New Roman" w:hAnsi="Times New Roman" w:cs="Times New Roman"/>
          <w:sz w:val="28"/>
          <w:szCs w:val="28"/>
        </w:rPr>
        <w:t xml:space="preserve">от 2 марта 2007 года №25-ФЗ «О муниципальной службе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1759">
        <w:rPr>
          <w:rFonts w:ascii="Times New Roman" w:hAnsi="Times New Roman" w:cs="Times New Roman"/>
          <w:sz w:val="28"/>
          <w:szCs w:val="28"/>
        </w:rPr>
        <w:t>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81759">
        <w:rPr>
          <w:rFonts w:ascii="Times New Roman" w:hAnsi="Times New Roman" w:cs="Times New Roman"/>
          <w:sz w:val="28"/>
          <w:szCs w:val="28"/>
        </w:rPr>
        <w:t xml:space="preserve"> Федерации»,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81759">
        <w:rPr>
          <w:rFonts w:ascii="Times New Roman" w:hAnsi="Times New Roman" w:cs="Times New Roman"/>
          <w:sz w:val="28"/>
          <w:szCs w:val="28"/>
        </w:rPr>
        <w:t xml:space="preserve">законами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1759">
        <w:rPr>
          <w:rFonts w:ascii="Times New Roman" w:hAnsi="Times New Roman" w:cs="Times New Roman"/>
          <w:sz w:val="28"/>
          <w:szCs w:val="28"/>
        </w:rPr>
        <w:t xml:space="preserve">Краснодарского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81759">
        <w:rPr>
          <w:rFonts w:ascii="Times New Roman" w:hAnsi="Times New Roman" w:cs="Times New Roman"/>
          <w:sz w:val="28"/>
          <w:szCs w:val="28"/>
        </w:rPr>
        <w:t xml:space="preserve">края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81759">
        <w:rPr>
          <w:rFonts w:ascii="Times New Roman" w:hAnsi="Times New Roman" w:cs="Times New Roman"/>
          <w:sz w:val="28"/>
          <w:szCs w:val="28"/>
        </w:rPr>
        <w:t xml:space="preserve">от 11 </w:t>
      </w:r>
      <w:r>
        <w:rPr>
          <w:rFonts w:ascii="Times New Roman" w:hAnsi="Times New Roman" w:cs="Times New Roman"/>
          <w:sz w:val="28"/>
          <w:szCs w:val="28"/>
        </w:rPr>
        <w:t xml:space="preserve">ноября </w:t>
      </w:r>
      <w:r w:rsidRPr="00D81759">
        <w:rPr>
          <w:rFonts w:ascii="Times New Roman" w:hAnsi="Times New Roman" w:cs="Times New Roman"/>
          <w:sz w:val="28"/>
          <w:szCs w:val="28"/>
        </w:rPr>
        <w:t>2019 года №4142-КЗ «О внесении изменений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1759">
        <w:rPr>
          <w:rFonts w:ascii="Times New Roman" w:hAnsi="Times New Roman" w:cs="Times New Roman"/>
          <w:sz w:val="28"/>
          <w:szCs w:val="28"/>
        </w:rPr>
        <w:t>отдельные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81759">
        <w:rPr>
          <w:rFonts w:ascii="Times New Roman" w:hAnsi="Times New Roman" w:cs="Times New Roman"/>
          <w:sz w:val="28"/>
          <w:szCs w:val="28"/>
        </w:rPr>
        <w:t>законодательные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1759">
        <w:rPr>
          <w:rFonts w:ascii="Times New Roman" w:hAnsi="Times New Roman" w:cs="Times New Roman"/>
          <w:sz w:val="28"/>
          <w:szCs w:val="28"/>
        </w:rPr>
        <w:t>акты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1759">
        <w:rPr>
          <w:rFonts w:ascii="Times New Roman" w:hAnsi="Times New Roman" w:cs="Times New Roman"/>
          <w:sz w:val="28"/>
          <w:szCs w:val="28"/>
        </w:rPr>
        <w:t>Краснодарского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1759">
        <w:rPr>
          <w:rFonts w:ascii="Times New Roman" w:hAnsi="Times New Roman" w:cs="Times New Roman"/>
          <w:sz w:val="28"/>
          <w:szCs w:val="28"/>
        </w:rPr>
        <w:t xml:space="preserve">края», от 3 июня 2009 года №1740-КЗ «О порядке присвоения и сохранения классных чинов муниципальных служащих в Краснодарском крае»,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D81759">
        <w:rPr>
          <w:rFonts w:ascii="Times New Roman" w:hAnsi="Times New Roman" w:cs="Times New Roman"/>
          <w:sz w:val="28"/>
          <w:szCs w:val="28"/>
        </w:rPr>
        <w:t>8 июня 2007 года №1244-КЗ «О муниципальной службе в Краснодарском крае»</w:t>
      </w:r>
      <w:r>
        <w:rPr>
          <w:rFonts w:ascii="Times New Roman" w:hAnsi="Times New Roman" w:cs="Times New Roman"/>
          <w:sz w:val="28"/>
          <w:szCs w:val="28"/>
        </w:rPr>
        <w:t>, во исполнение письма прокуратуры Мостовского района от 12 февраля 2020 года №22-05-2020/631</w:t>
      </w:r>
      <w:r w:rsidRPr="00D81759">
        <w:rPr>
          <w:rFonts w:ascii="Times New Roman" w:hAnsi="Times New Roman" w:cs="Times New Roman"/>
          <w:sz w:val="28"/>
          <w:szCs w:val="28"/>
        </w:rPr>
        <w:t xml:space="preserve"> </w:t>
      </w:r>
      <w:r w:rsidRPr="0065102F">
        <w:rPr>
          <w:rFonts w:ascii="Times New Roman" w:hAnsi="Times New Roman" w:cs="Times New Roman"/>
          <w:sz w:val="28"/>
          <w:szCs w:val="28"/>
        </w:rPr>
        <w:t>Совет муниципального образования Мостовский район РЕШИЛ:</w:t>
      </w:r>
    </w:p>
    <w:p w:rsidR="00DB392B" w:rsidRDefault="00DB392B" w:rsidP="00EF7D45">
      <w:pPr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Утвердить Положение о муниципальной службе в муниципальном образовании Мостовский район </w:t>
      </w:r>
      <w:r w:rsidRPr="00607F37">
        <w:rPr>
          <w:rFonts w:ascii="Times New Roman" w:hAnsi="Times New Roman" w:cs="Times New Roman"/>
          <w:sz w:val="28"/>
          <w:szCs w:val="28"/>
        </w:rPr>
        <w:t xml:space="preserve">согласно приложению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607F37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DB392B" w:rsidRDefault="00DB392B" w:rsidP="00EF7D45">
      <w:pPr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2. Признать утратившими силу:</w:t>
      </w:r>
    </w:p>
    <w:p w:rsidR="00DB392B" w:rsidRDefault="00DB392B" w:rsidP="00EF7D4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1) решение  Совета  муниципального   образования    Мостовский район от 26 апреля 2016 года №65 </w:t>
      </w:r>
      <w:r w:rsidRPr="000208D5">
        <w:rPr>
          <w:rFonts w:ascii="Times New Roman" w:hAnsi="Times New Roman" w:cs="Times New Roman"/>
          <w:spacing w:val="-4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муниципальной службе в муниципальном образовании Мостовский район</w:t>
      </w:r>
      <w:r w:rsidRPr="000208D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392B" w:rsidRDefault="00DB392B" w:rsidP="00D94E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решение Совета муниципального   образования    Мостовский  район от 21 мая 2017 года №161 «О внесении изменений в решение Совета муниципального образования Мостовский район от 26 апреля 2016 года №65 </w:t>
      </w:r>
      <w:r w:rsidRPr="000208D5">
        <w:rPr>
          <w:rFonts w:ascii="Times New Roman" w:hAnsi="Times New Roman" w:cs="Times New Roman"/>
          <w:spacing w:val="-4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муниципальной службе в муниципальном образовании Мостовский район</w:t>
      </w:r>
      <w:r w:rsidRPr="000208D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392B" w:rsidRDefault="00DB392B" w:rsidP="00D94E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3) решение  Совета  муниципального  образования   Мостовский   район от 7 сентября 2017 года №180 «О внесении изменений в решение Совета муниципального образования Мостовский район от 26 апреля 2016 года №65 </w:t>
      </w:r>
      <w:r w:rsidRPr="000208D5">
        <w:rPr>
          <w:rFonts w:ascii="Times New Roman" w:hAnsi="Times New Roman" w:cs="Times New Roman"/>
          <w:spacing w:val="-4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муниципальной службе в муниципальном образовании Мостовский район</w:t>
      </w:r>
      <w:r w:rsidRPr="000208D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392B" w:rsidRDefault="00DB392B" w:rsidP="00D94E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решение    Совета    муниципального образования Мостовский район от 20 декабря 2017 года №214 «О внесении изменений в решение Совета муниципального образования Мостовский район от 26 апреля 2016 года №65 </w:t>
      </w:r>
      <w:r w:rsidRPr="000208D5">
        <w:rPr>
          <w:rFonts w:ascii="Times New Roman" w:hAnsi="Times New Roman" w:cs="Times New Roman"/>
          <w:spacing w:val="-4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муниципальной службе в муниципальном образовании Мостовский район</w:t>
      </w:r>
      <w:r w:rsidRPr="000208D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392B" w:rsidRDefault="00DB392B" w:rsidP="00D94E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решение   Совета муниципального  образования  Мостовский   район  от 4 июля 2018 года №246 «О внесении изменений в решение Совета муниципального образования Мостовский район от 26 апреля 2016 года №65 </w:t>
      </w:r>
      <w:r w:rsidRPr="000208D5">
        <w:rPr>
          <w:rFonts w:ascii="Times New Roman" w:hAnsi="Times New Roman" w:cs="Times New Roman"/>
          <w:spacing w:val="-4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муниципальной службе в муниципальном образовании Мостовский район</w:t>
      </w:r>
      <w:r w:rsidRPr="000208D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392B" w:rsidRDefault="00DB392B" w:rsidP="00D94E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решение  Совета   муниципального   образования  Мостовский район от 21 ноября 2018 года №284 «О внесении изменений в решение Совета муниципального образования Мостовский район от 26 апреля 2016 года №65 </w:t>
      </w:r>
      <w:r w:rsidRPr="000208D5">
        <w:rPr>
          <w:rFonts w:ascii="Times New Roman" w:hAnsi="Times New Roman" w:cs="Times New Roman"/>
          <w:spacing w:val="-4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муниципальной службе в муниципальном образовании Мостовский район</w:t>
      </w:r>
      <w:r w:rsidRPr="000208D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392B" w:rsidRDefault="00DB392B" w:rsidP="00D94E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решение  Совета  муниципального   образования   Мостовский район от 23 марта 2019 года №328 «О внесении изменений в решение Совета муниципального образования Мостовский район от 26 апреля 2016 года №65 </w:t>
      </w:r>
      <w:r w:rsidRPr="000208D5">
        <w:rPr>
          <w:rFonts w:ascii="Times New Roman" w:hAnsi="Times New Roman" w:cs="Times New Roman"/>
          <w:spacing w:val="-4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муниципальной службе в муниципальном образовании Мостовский район</w:t>
      </w:r>
      <w:r w:rsidRPr="000208D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392B" w:rsidRDefault="00DB392B" w:rsidP="00E4497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решение  Совета   муниципального   образования  Мостовский район от 28 августа 2019 года №370 «О внесении изменений в решение Совета муниципального образования Мостовский район от 26 апреля 2016 года №65 </w:t>
      </w:r>
      <w:r w:rsidRPr="000208D5">
        <w:rPr>
          <w:rFonts w:ascii="Times New Roman" w:hAnsi="Times New Roman" w:cs="Times New Roman"/>
          <w:spacing w:val="-4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муниципальной службе в муниципальном образовании Мостовский район</w:t>
      </w:r>
      <w:r w:rsidRPr="000208D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392B" w:rsidRDefault="00DB392B" w:rsidP="00EF7D4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3.Контроль за выполнением настоящего решения возложить на комиссию по правовым вопросам и законодательству (Науменко).</w:t>
      </w:r>
    </w:p>
    <w:p w:rsidR="00DB392B" w:rsidRDefault="00DB392B" w:rsidP="00EF7D4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4.Решение вступает в силу со дня его официального обнародования.</w:t>
      </w:r>
    </w:p>
    <w:p w:rsidR="00DB392B" w:rsidRDefault="00DB392B" w:rsidP="00D511A6">
      <w:pPr>
        <w:rPr>
          <w:rFonts w:ascii="Times New Roman" w:hAnsi="Times New Roman" w:cs="Times New Roman"/>
          <w:sz w:val="28"/>
          <w:szCs w:val="28"/>
        </w:rPr>
      </w:pPr>
    </w:p>
    <w:p w:rsidR="00DB392B" w:rsidRDefault="00DB392B" w:rsidP="00D511A6">
      <w:pPr>
        <w:rPr>
          <w:rFonts w:ascii="Times New Roman" w:hAnsi="Times New Roman" w:cs="Times New Roman"/>
          <w:sz w:val="28"/>
          <w:szCs w:val="28"/>
        </w:rPr>
      </w:pPr>
    </w:p>
    <w:p w:rsidR="00DB392B" w:rsidRDefault="00DB392B" w:rsidP="00D511A6">
      <w:pPr>
        <w:rPr>
          <w:rFonts w:ascii="Times New Roman" w:hAnsi="Times New Roman" w:cs="Times New Roman"/>
          <w:sz w:val="28"/>
          <w:szCs w:val="28"/>
        </w:rPr>
      </w:pPr>
    </w:p>
    <w:p w:rsidR="00DB392B" w:rsidRPr="000F4921" w:rsidRDefault="00DB392B" w:rsidP="001909DC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F4921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F4921">
        <w:rPr>
          <w:rFonts w:ascii="Times New Roman" w:hAnsi="Times New Roman" w:cs="Times New Roman"/>
          <w:sz w:val="28"/>
          <w:szCs w:val="28"/>
        </w:rPr>
        <w:t xml:space="preserve"> Совета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B392B" w:rsidRDefault="00DB392B" w:rsidP="001909DC">
      <w:pPr>
        <w:rPr>
          <w:rFonts w:ascii="Times New Roman" w:hAnsi="Times New Roman" w:cs="Times New Roman"/>
          <w:sz w:val="28"/>
          <w:szCs w:val="28"/>
        </w:rPr>
      </w:pPr>
      <w:r w:rsidRPr="000F4921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Pr="0019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А.В.Ладанов</w:t>
      </w:r>
    </w:p>
    <w:p w:rsidR="00DB392B" w:rsidRDefault="00DB392B" w:rsidP="001909DC">
      <w:pPr>
        <w:rPr>
          <w:rFonts w:ascii="Times New Roman" w:hAnsi="Times New Roman" w:cs="Times New Roman"/>
          <w:sz w:val="28"/>
          <w:szCs w:val="28"/>
        </w:rPr>
      </w:pPr>
    </w:p>
    <w:p w:rsidR="00DB392B" w:rsidRDefault="00DB392B" w:rsidP="001909DC">
      <w:pPr>
        <w:rPr>
          <w:rFonts w:ascii="Times New Roman" w:hAnsi="Times New Roman" w:cs="Times New Roman"/>
          <w:sz w:val="28"/>
          <w:szCs w:val="28"/>
        </w:rPr>
      </w:pPr>
    </w:p>
    <w:p w:rsidR="00DB392B" w:rsidRDefault="00DB392B" w:rsidP="001909DC">
      <w:pPr>
        <w:rPr>
          <w:rFonts w:ascii="Times New Roman" w:hAnsi="Times New Roman" w:cs="Times New Roman"/>
          <w:sz w:val="28"/>
          <w:szCs w:val="28"/>
        </w:rPr>
      </w:pPr>
    </w:p>
    <w:p w:rsidR="00DB392B" w:rsidRPr="00F078D8" w:rsidRDefault="00DB392B" w:rsidP="00582FE2">
      <w:pPr>
        <w:rPr>
          <w:rFonts w:ascii="Times New Roman" w:hAnsi="Times New Roman" w:cs="Times New Roman"/>
          <w:sz w:val="28"/>
          <w:szCs w:val="28"/>
        </w:rPr>
      </w:pPr>
      <w:r w:rsidRPr="00F078D8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DB392B" w:rsidRPr="00F078D8" w:rsidRDefault="00DB392B" w:rsidP="00582FE2">
      <w:pPr>
        <w:framePr w:wrap="none" w:vAnchor="page" w:hAnchor="page" w:x="363" w:y="846"/>
        <w:rPr>
          <w:rFonts w:ascii="Times New Roman" w:hAnsi="Times New Roman" w:cs="Times New Roman"/>
          <w:sz w:val="2"/>
          <w:szCs w:val="2"/>
        </w:rPr>
      </w:pPr>
    </w:p>
    <w:p w:rsidR="00DB392B" w:rsidRPr="00F078D8" w:rsidRDefault="00DB392B" w:rsidP="00582F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078D8">
        <w:rPr>
          <w:rFonts w:ascii="Times New Roman" w:hAnsi="Times New Roman" w:cs="Times New Roman"/>
          <w:sz w:val="28"/>
          <w:szCs w:val="28"/>
        </w:rPr>
        <w:t>С.В.Ласунов</w:t>
      </w:r>
    </w:p>
    <w:p w:rsidR="00DB392B" w:rsidRDefault="00DB392B" w:rsidP="001909DC">
      <w:pPr>
        <w:rPr>
          <w:rFonts w:ascii="Times New Roman" w:hAnsi="Times New Roman" w:cs="Times New Roman"/>
          <w:sz w:val="28"/>
          <w:szCs w:val="28"/>
        </w:rPr>
      </w:pPr>
    </w:p>
    <w:p w:rsidR="00DB392B" w:rsidRDefault="00DB392B" w:rsidP="001909DC">
      <w:pPr>
        <w:rPr>
          <w:rFonts w:ascii="Times New Roman" w:hAnsi="Times New Roman" w:cs="Times New Roman"/>
          <w:sz w:val="28"/>
          <w:szCs w:val="28"/>
        </w:rPr>
      </w:pPr>
    </w:p>
    <w:p w:rsidR="00DB392B" w:rsidRDefault="00DB392B" w:rsidP="001909DC">
      <w:pPr>
        <w:rPr>
          <w:rFonts w:ascii="Times New Roman" w:hAnsi="Times New Roman" w:cs="Times New Roman"/>
          <w:sz w:val="28"/>
          <w:szCs w:val="28"/>
        </w:rPr>
      </w:pPr>
    </w:p>
    <w:p w:rsidR="00DB392B" w:rsidRDefault="00DB392B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Title"/>
        <w:ind w:left="-540" w:right="-366"/>
        <w:rPr>
          <w:rFonts w:ascii="Times New Roman" w:hAnsi="Times New Roman"/>
          <w:bCs w:val="0"/>
        </w:rPr>
      </w:pPr>
    </w:p>
    <w:p w:rsidR="00DB392B" w:rsidRPr="00C27E08" w:rsidRDefault="00DB392B" w:rsidP="000F4921">
      <w:pPr>
        <w:pStyle w:val="Title"/>
        <w:ind w:left="-540" w:right="-366"/>
        <w:rPr>
          <w:rFonts w:ascii="Times New Roman" w:hAnsi="Times New Roman"/>
          <w:bCs w:val="0"/>
        </w:rPr>
      </w:pPr>
      <w:r w:rsidRPr="00C27E08">
        <w:rPr>
          <w:rFonts w:ascii="Times New Roman" w:hAnsi="Times New Roman"/>
          <w:bCs w:val="0"/>
        </w:rPr>
        <w:t>ЛИСТ СОГЛАСОВАНИЯ</w:t>
      </w:r>
    </w:p>
    <w:p w:rsidR="00DB392B" w:rsidRDefault="00DB392B" w:rsidP="000F4921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проекта решения Совета муниципального образования</w:t>
      </w:r>
      <w:r>
        <w:rPr>
          <w:rFonts w:ascii="Times New Roman" w:hAnsi="Times New Roman" w:cs="Times New Roman"/>
          <w:sz w:val="28"/>
        </w:rPr>
        <w:t xml:space="preserve"> </w:t>
      </w:r>
      <w:r w:rsidRPr="000F4921">
        <w:rPr>
          <w:rFonts w:ascii="Times New Roman" w:hAnsi="Times New Roman" w:cs="Times New Roman"/>
          <w:sz w:val="28"/>
        </w:rPr>
        <w:t xml:space="preserve">Мостовский район </w:t>
      </w:r>
    </w:p>
    <w:p w:rsidR="00DB392B" w:rsidRPr="000F4921" w:rsidRDefault="00DB392B" w:rsidP="000F4921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от __________________ №__________</w:t>
      </w:r>
    </w:p>
    <w:p w:rsidR="00DB392B" w:rsidRPr="00EF7D45" w:rsidRDefault="00DB392B" w:rsidP="000F4921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EF7D45">
        <w:rPr>
          <w:rFonts w:ascii="Times New Roman" w:hAnsi="Times New Roman" w:cs="Times New Roman"/>
          <w:sz w:val="28"/>
          <w:szCs w:val="28"/>
        </w:rPr>
        <w:t>«</w:t>
      </w:r>
      <w:r w:rsidRPr="00E44975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муниципальной службе в муниципальном образовании Мостовский район</w:t>
      </w:r>
      <w:r w:rsidRPr="00EF7D45">
        <w:rPr>
          <w:rFonts w:ascii="Times New Roman" w:hAnsi="Times New Roman" w:cs="Times New Roman"/>
          <w:sz w:val="28"/>
          <w:szCs w:val="28"/>
        </w:rPr>
        <w:t>»</w:t>
      </w:r>
    </w:p>
    <w:p w:rsidR="00DB392B" w:rsidRDefault="00DB392B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p w:rsidR="00DB392B" w:rsidRDefault="00DB392B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p w:rsidR="00DB392B" w:rsidRPr="001909DC" w:rsidRDefault="00DB392B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7053"/>
        <w:gridCol w:w="2517"/>
      </w:tblGrid>
      <w:tr w:rsidR="00DB392B" w:rsidRPr="002E1C30" w:rsidTr="00333F5F">
        <w:tc>
          <w:tcPr>
            <w:tcW w:w="7053" w:type="dxa"/>
          </w:tcPr>
          <w:p w:rsidR="00DB392B" w:rsidRPr="002E1C30" w:rsidRDefault="00DB392B" w:rsidP="002E1C30">
            <w:pPr>
              <w:ind w:left="-540" w:right="638"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Проект внесен:</w:t>
            </w:r>
          </w:p>
          <w:p w:rsidR="00DB392B" w:rsidRPr="002E1C30" w:rsidRDefault="00DB392B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</w:p>
          <w:p w:rsidR="00DB392B" w:rsidRPr="002E1C30" w:rsidRDefault="00DB392B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DB392B" w:rsidRPr="002E1C30" w:rsidRDefault="00DB392B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92B" w:rsidRPr="002E1C30" w:rsidRDefault="00DB392B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92B" w:rsidRPr="002E1C30" w:rsidRDefault="00DB392B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 Ласунов</w:t>
            </w:r>
          </w:p>
        </w:tc>
      </w:tr>
      <w:tr w:rsidR="00DB392B" w:rsidRPr="002E1C30" w:rsidTr="00333F5F">
        <w:tc>
          <w:tcPr>
            <w:tcW w:w="7053" w:type="dxa"/>
          </w:tcPr>
          <w:p w:rsidR="00DB392B" w:rsidRPr="002E1C30" w:rsidRDefault="00DB392B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DB392B" w:rsidRPr="002E1C30" w:rsidRDefault="00DB392B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92B" w:rsidRPr="002E1C30" w:rsidTr="00333F5F">
        <w:tc>
          <w:tcPr>
            <w:tcW w:w="7053" w:type="dxa"/>
          </w:tcPr>
          <w:p w:rsidR="00DB392B" w:rsidRPr="007A17B9" w:rsidRDefault="00DB392B" w:rsidP="002E1C30">
            <w:pPr>
              <w:pStyle w:val="BodyTextIndent3"/>
              <w:ind w:left="-540" w:firstLine="54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Составитель проекта:</w:t>
            </w:r>
          </w:p>
          <w:p w:rsidR="00DB392B" w:rsidRDefault="00DB392B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Начальник отдела кадров</w:t>
            </w:r>
          </w:p>
          <w:p w:rsidR="00DB392B" w:rsidRDefault="00DB392B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</w:t>
            </w:r>
          </w:p>
          <w:p w:rsidR="00DB392B" w:rsidRPr="002E1C30" w:rsidRDefault="00DB392B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DB392B" w:rsidRDefault="00DB392B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92B" w:rsidRDefault="00DB392B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92B" w:rsidRPr="002E1C30" w:rsidRDefault="00DB392B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92B" w:rsidRPr="002E1C30" w:rsidRDefault="00DB392B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Мазяева</w:t>
            </w:r>
          </w:p>
        </w:tc>
      </w:tr>
      <w:tr w:rsidR="00DB392B" w:rsidRPr="002E1C30" w:rsidTr="00333F5F">
        <w:tc>
          <w:tcPr>
            <w:tcW w:w="7053" w:type="dxa"/>
          </w:tcPr>
          <w:p w:rsidR="00DB392B" w:rsidRPr="002E1C30" w:rsidRDefault="00DB392B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DB392B" w:rsidRPr="002E1C30" w:rsidRDefault="00DB392B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92B" w:rsidRPr="002E1C30" w:rsidTr="00333F5F">
        <w:tc>
          <w:tcPr>
            <w:tcW w:w="7053" w:type="dxa"/>
          </w:tcPr>
          <w:p w:rsidR="00DB392B" w:rsidRPr="002E1C30" w:rsidRDefault="00DB392B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Проект рассмотрен на комиссии </w:t>
            </w:r>
          </w:p>
          <w:p w:rsidR="00DB392B" w:rsidRPr="002E1C30" w:rsidRDefault="00DB392B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по правовым вопросам и законодательству </w:t>
            </w:r>
          </w:p>
          <w:p w:rsidR="00DB392B" w:rsidRPr="002E1C30" w:rsidRDefault="00DB392B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протокол от ______________ № _________</w:t>
            </w:r>
          </w:p>
          <w:p w:rsidR="00DB392B" w:rsidRPr="002E1C30" w:rsidRDefault="00DB392B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517" w:type="dxa"/>
          </w:tcPr>
          <w:p w:rsidR="00DB392B" w:rsidRPr="002E1C30" w:rsidRDefault="00DB392B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92B" w:rsidRPr="002E1C30" w:rsidRDefault="00DB392B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92B" w:rsidRPr="002E1C30" w:rsidRDefault="00DB392B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92B" w:rsidRPr="002E1C30" w:rsidRDefault="00DB392B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Н.А.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Науменко</w:t>
            </w:r>
          </w:p>
        </w:tc>
      </w:tr>
      <w:tr w:rsidR="00DB392B" w:rsidRPr="002E1C30" w:rsidTr="00333F5F">
        <w:tc>
          <w:tcPr>
            <w:tcW w:w="7053" w:type="dxa"/>
          </w:tcPr>
          <w:p w:rsidR="00DB392B" w:rsidRPr="002E1C30" w:rsidRDefault="00DB392B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DB392B" w:rsidRPr="002E1C30" w:rsidRDefault="00DB392B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B392B" w:rsidRPr="002E1C30" w:rsidTr="00333F5F">
        <w:tc>
          <w:tcPr>
            <w:tcW w:w="7053" w:type="dxa"/>
          </w:tcPr>
          <w:p w:rsidR="00DB392B" w:rsidRPr="007A17B9" w:rsidRDefault="00DB392B" w:rsidP="002E1C30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2517" w:type="dxa"/>
          </w:tcPr>
          <w:p w:rsidR="00DB392B" w:rsidRPr="002E1C30" w:rsidRDefault="00DB392B" w:rsidP="00CE20D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B392B" w:rsidRPr="002E1C30" w:rsidTr="00333F5F">
        <w:tc>
          <w:tcPr>
            <w:tcW w:w="7053" w:type="dxa"/>
          </w:tcPr>
          <w:p w:rsidR="00DB392B" w:rsidRPr="007A17B9" w:rsidRDefault="00DB392B" w:rsidP="002E1C30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DB392B" w:rsidRPr="002E1C30" w:rsidRDefault="00DB392B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92B" w:rsidRPr="002E1C30" w:rsidTr="00333F5F">
        <w:tc>
          <w:tcPr>
            <w:tcW w:w="7053" w:type="dxa"/>
          </w:tcPr>
          <w:p w:rsidR="00DB392B" w:rsidRPr="007A17B9" w:rsidRDefault="00DB392B" w:rsidP="00EB0ECA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Начальник правового отдела</w:t>
            </w:r>
          </w:p>
          <w:p w:rsidR="00DB392B" w:rsidRPr="007A17B9" w:rsidRDefault="00DB392B" w:rsidP="00EB0ECA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DB392B" w:rsidRPr="007A17B9" w:rsidRDefault="00DB392B" w:rsidP="00EB0ECA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DB392B" w:rsidRDefault="00DB392B" w:rsidP="00EB0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92B" w:rsidRDefault="00DB392B" w:rsidP="00EB0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92B" w:rsidRPr="002E1C30" w:rsidRDefault="00DB392B" w:rsidP="00EB0E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Коваленко</w:t>
            </w:r>
          </w:p>
        </w:tc>
      </w:tr>
      <w:tr w:rsidR="00DB392B" w:rsidRPr="002E1C30" w:rsidTr="00333F5F">
        <w:tc>
          <w:tcPr>
            <w:tcW w:w="7053" w:type="dxa"/>
          </w:tcPr>
          <w:p w:rsidR="00DB392B" w:rsidRPr="007A17B9" w:rsidRDefault="00DB392B" w:rsidP="00EF6B2E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392B" w:rsidRPr="007A17B9" w:rsidRDefault="00DB392B" w:rsidP="00EF6B2E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392B" w:rsidRPr="007A17B9" w:rsidRDefault="00DB392B" w:rsidP="00EF6B2E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Начальник общего отдела</w:t>
            </w:r>
          </w:p>
          <w:p w:rsidR="00DB392B" w:rsidRPr="007A17B9" w:rsidRDefault="00DB392B" w:rsidP="00EF6B2E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</w:t>
            </w:r>
          </w:p>
          <w:p w:rsidR="00DB392B" w:rsidRPr="007A17B9" w:rsidRDefault="00DB392B" w:rsidP="00EF6B2E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  <w:p w:rsidR="00DB392B" w:rsidRPr="007A17B9" w:rsidRDefault="00DB392B" w:rsidP="00EF6B2E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DB392B" w:rsidRDefault="00DB392B" w:rsidP="00EF6B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92B" w:rsidRDefault="00DB392B" w:rsidP="00EF6B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92B" w:rsidRDefault="00DB392B" w:rsidP="00EF6B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92B" w:rsidRDefault="00DB392B" w:rsidP="00EF6B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92B" w:rsidRPr="002E1C30" w:rsidRDefault="00DB392B" w:rsidP="00EF6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О.В. Свеженец</w:t>
            </w:r>
          </w:p>
        </w:tc>
      </w:tr>
      <w:tr w:rsidR="00DB392B" w:rsidRPr="002E1C30" w:rsidTr="00333F5F">
        <w:tc>
          <w:tcPr>
            <w:tcW w:w="7053" w:type="dxa"/>
          </w:tcPr>
          <w:p w:rsidR="00DB392B" w:rsidRPr="007A17B9" w:rsidRDefault="00DB392B" w:rsidP="0075071A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Решение принято</w:t>
            </w:r>
          </w:p>
          <w:p w:rsidR="00DB392B" w:rsidRPr="007A17B9" w:rsidRDefault="00DB392B" w:rsidP="0075071A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Протокол сессии от ___________№_______</w:t>
            </w:r>
          </w:p>
          <w:p w:rsidR="00DB392B" w:rsidRPr="007A17B9" w:rsidRDefault="00DB392B" w:rsidP="0075071A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DB392B" w:rsidRPr="007A17B9" w:rsidRDefault="00DB392B" w:rsidP="0075071A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517" w:type="dxa"/>
          </w:tcPr>
          <w:p w:rsidR="00DB392B" w:rsidRPr="002E1C30" w:rsidRDefault="00DB392B" w:rsidP="007507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92B" w:rsidRPr="002E1C30" w:rsidRDefault="00DB392B" w:rsidP="007507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92B" w:rsidRPr="002E1C30" w:rsidRDefault="00DB392B" w:rsidP="007507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92B" w:rsidRPr="002E1C30" w:rsidRDefault="00DB392B" w:rsidP="007507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А.В.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Ладанов</w:t>
            </w:r>
          </w:p>
        </w:tc>
      </w:tr>
      <w:tr w:rsidR="00DB392B" w:rsidRPr="002E1C30" w:rsidTr="00333F5F">
        <w:tc>
          <w:tcPr>
            <w:tcW w:w="7053" w:type="dxa"/>
          </w:tcPr>
          <w:p w:rsidR="00DB392B" w:rsidRPr="007A17B9" w:rsidRDefault="00DB392B" w:rsidP="002E1C30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DB392B" w:rsidRPr="002E1C30" w:rsidRDefault="00DB392B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92B" w:rsidRPr="002E1C30" w:rsidTr="00333F5F">
        <w:tc>
          <w:tcPr>
            <w:tcW w:w="7053" w:type="dxa"/>
          </w:tcPr>
          <w:p w:rsidR="00DB392B" w:rsidRPr="007A17B9" w:rsidRDefault="00DB392B" w:rsidP="002E1C30">
            <w:pPr>
              <w:pStyle w:val="BodyTextIndent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DB392B" w:rsidRPr="002E1C30" w:rsidRDefault="00DB392B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392B" w:rsidRDefault="00DB392B" w:rsidP="00EA50B2">
      <w:pPr>
        <w:pStyle w:val="Title"/>
        <w:ind w:right="98"/>
        <w:jc w:val="left"/>
        <w:rPr>
          <w:rFonts w:ascii="Times New Roman" w:hAnsi="Times New Roman"/>
          <w:b w:val="0"/>
          <w:bCs w:val="0"/>
        </w:rPr>
      </w:pPr>
    </w:p>
    <w:p w:rsidR="00DB392B" w:rsidRDefault="00DB392B" w:rsidP="00EA50B2">
      <w:pPr>
        <w:pStyle w:val="Title"/>
        <w:ind w:right="98"/>
        <w:jc w:val="left"/>
        <w:rPr>
          <w:rFonts w:ascii="Times New Roman" w:hAnsi="Times New Roman"/>
          <w:b w:val="0"/>
          <w:bCs w:val="0"/>
        </w:rPr>
        <w:sectPr w:rsidR="00DB392B" w:rsidSect="008F4AD5">
          <w:headerReference w:type="even" r:id="rId8"/>
          <w:headerReference w:type="default" r:id="rId9"/>
          <w:pgSz w:w="11906" w:h="16838"/>
          <w:pgMar w:top="397" w:right="851" w:bottom="1134" w:left="1701" w:header="709" w:footer="709" w:gutter="0"/>
          <w:cols w:space="708"/>
          <w:titlePg/>
          <w:docGrid w:linePitch="360"/>
        </w:sectPr>
      </w:pPr>
    </w:p>
    <w:p w:rsidR="00DB392B" w:rsidRDefault="00DB392B" w:rsidP="00887EB0">
      <w:pPr>
        <w:pStyle w:val="Title"/>
        <w:ind w:right="98"/>
        <w:rPr>
          <w:rFonts w:ascii="Times New Roman" w:hAnsi="Times New Roman"/>
          <w:bCs w:val="0"/>
        </w:rPr>
      </w:pPr>
    </w:p>
    <w:p w:rsidR="00DB392B" w:rsidRPr="00D765C1" w:rsidRDefault="00DB392B" w:rsidP="00887EB0">
      <w:pPr>
        <w:pStyle w:val="Title"/>
        <w:ind w:right="98"/>
        <w:rPr>
          <w:rFonts w:ascii="Times New Roman" w:hAnsi="Times New Roman"/>
          <w:bCs w:val="0"/>
        </w:rPr>
      </w:pPr>
      <w:r w:rsidRPr="00D765C1">
        <w:rPr>
          <w:rFonts w:ascii="Times New Roman" w:hAnsi="Times New Roman"/>
          <w:bCs w:val="0"/>
        </w:rPr>
        <w:t xml:space="preserve">Пояснительная записка </w:t>
      </w:r>
    </w:p>
    <w:p w:rsidR="00DB392B" w:rsidRPr="000F4921" w:rsidRDefault="00DB392B" w:rsidP="00887EB0">
      <w:pPr>
        <w:ind w:right="9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</w:t>
      </w:r>
      <w:r w:rsidRPr="000F4921">
        <w:rPr>
          <w:rFonts w:ascii="Times New Roman" w:hAnsi="Times New Roman" w:cs="Times New Roman"/>
          <w:sz w:val="28"/>
        </w:rPr>
        <w:t>проект</w:t>
      </w:r>
      <w:r>
        <w:rPr>
          <w:rFonts w:ascii="Times New Roman" w:hAnsi="Times New Roman" w:cs="Times New Roman"/>
          <w:sz w:val="28"/>
        </w:rPr>
        <w:t>у</w:t>
      </w:r>
      <w:r w:rsidRPr="000F4921">
        <w:rPr>
          <w:rFonts w:ascii="Times New Roman" w:hAnsi="Times New Roman" w:cs="Times New Roman"/>
          <w:sz w:val="28"/>
        </w:rPr>
        <w:t xml:space="preserve"> решения Совета муниципального образования</w:t>
      </w:r>
    </w:p>
    <w:p w:rsidR="00DB392B" w:rsidRPr="003815FE" w:rsidRDefault="00DB392B" w:rsidP="00887EB0">
      <w:pPr>
        <w:pStyle w:val="Title"/>
        <w:ind w:right="98"/>
        <w:rPr>
          <w:rFonts w:ascii="Times New Roman" w:hAnsi="Times New Roman"/>
          <w:b w:val="0"/>
          <w:bCs w:val="0"/>
        </w:rPr>
      </w:pPr>
      <w:r w:rsidRPr="003815FE">
        <w:rPr>
          <w:rFonts w:ascii="Times New Roman" w:hAnsi="Times New Roman"/>
          <w:b w:val="0"/>
          <w:bCs w:val="0"/>
        </w:rPr>
        <w:t>от _____________________ № _____________</w:t>
      </w:r>
    </w:p>
    <w:p w:rsidR="00DB392B" w:rsidRPr="00E44975" w:rsidRDefault="00DB392B" w:rsidP="00582FE2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E44975">
        <w:rPr>
          <w:rFonts w:ascii="Times New Roman" w:hAnsi="Times New Roman" w:cs="Times New Roman"/>
          <w:sz w:val="28"/>
          <w:szCs w:val="28"/>
        </w:rPr>
        <w:t>«Об утверждении Положения о муниципальной службе в муниципальном образовании Мостовский район»</w:t>
      </w:r>
    </w:p>
    <w:p w:rsidR="00DB392B" w:rsidRPr="00124A32" w:rsidRDefault="00DB392B" w:rsidP="00887EB0">
      <w:pPr>
        <w:pStyle w:val="Title"/>
        <w:ind w:right="98"/>
        <w:rPr>
          <w:rFonts w:ascii="Times New Roman" w:hAnsi="Times New Roman"/>
          <w:b w:val="0"/>
          <w:bCs w:val="0"/>
        </w:rPr>
      </w:pPr>
    </w:p>
    <w:p w:rsidR="00DB392B" w:rsidRDefault="00DB392B" w:rsidP="00124A32">
      <w:pPr>
        <w:pStyle w:val="Title"/>
        <w:ind w:firstLine="709"/>
        <w:jc w:val="both"/>
        <w:rPr>
          <w:rFonts w:ascii="Times New Roman" w:hAnsi="Times New Roman"/>
          <w:b w:val="0"/>
        </w:rPr>
      </w:pPr>
    </w:p>
    <w:p w:rsidR="00DB392B" w:rsidRPr="00EA50B2" w:rsidRDefault="00DB392B" w:rsidP="00E4497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B392B" w:rsidRPr="00E44975" w:rsidRDefault="00DB392B" w:rsidP="00E44975">
      <w:pPr>
        <w:widowControl/>
        <w:ind w:right="5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AC04E6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AC04E6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C04E6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AC04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Pr="00AC04E6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AC04E6">
        <w:rPr>
          <w:rFonts w:ascii="Times New Roman" w:hAnsi="Times New Roman" w:cs="Times New Roman"/>
          <w:sz w:val="28"/>
          <w:szCs w:val="28"/>
        </w:rPr>
        <w:t xml:space="preserve"> года № </w:t>
      </w:r>
      <w:r>
        <w:rPr>
          <w:rFonts w:ascii="Times New Roman" w:hAnsi="Times New Roman" w:cs="Times New Roman"/>
          <w:sz w:val="28"/>
          <w:szCs w:val="28"/>
        </w:rPr>
        <w:t>432</w:t>
      </w:r>
      <w:r w:rsidRPr="00AC04E6">
        <w:rPr>
          <w:rFonts w:ascii="Times New Roman" w:hAnsi="Times New Roman" w:cs="Times New Roman"/>
          <w:sz w:val="28"/>
          <w:szCs w:val="28"/>
        </w:rPr>
        <w:t>-ФЗ «</w:t>
      </w:r>
      <w:r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 в целях совершенствования законодательства Российской Федерации о противодействии коррупции</w:t>
      </w:r>
      <w:r w:rsidRPr="00AC04E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C04E6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AC04E6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C04E6">
        <w:rPr>
          <w:rFonts w:ascii="Times New Roman" w:hAnsi="Times New Roman" w:cs="Times New Roman"/>
          <w:sz w:val="28"/>
          <w:szCs w:val="28"/>
        </w:rPr>
        <w:t xml:space="preserve"> от 6 октября 2003 года № 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Федеральным законом </w:t>
      </w:r>
      <w:r w:rsidRPr="00D81759">
        <w:rPr>
          <w:rFonts w:ascii="Times New Roman" w:hAnsi="Times New Roman" w:cs="Times New Roman"/>
          <w:sz w:val="28"/>
          <w:szCs w:val="28"/>
        </w:rPr>
        <w:t xml:space="preserve">от 2 марта 2007 года №25-ФЗ «О муниципальной службе в Российской Федерации», законами Краснодарского края от 11 </w:t>
      </w:r>
      <w:r>
        <w:rPr>
          <w:rFonts w:ascii="Times New Roman" w:hAnsi="Times New Roman" w:cs="Times New Roman"/>
          <w:sz w:val="28"/>
          <w:szCs w:val="28"/>
        </w:rPr>
        <w:t xml:space="preserve">ноября </w:t>
      </w:r>
      <w:r w:rsidRPr="00D81759">
        <w:rPr>
          <w:rFonts w:ascii="Times New Roman" w:hAnsi="Times New Roman" w:cs="Times New Roman"/>
          <w:sz w:val="28"/>
          <w:szCs w:val="28"/>
        </w:rPr>
        <w:t>2019 года №4142-КЗ «О внесении изменений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1759">
        <w:rPr>
          <w:rFonts w:ascii="Times New Roman" w:hAnsi="Times New Roman" w:cs="Times New Roman"/>
          <w:sz w:val="28"/>
          <w:szCs w:val="28"/>
        </w:rPr>
        <w:t>отдельные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81759">
        <w:rPr>
          <w:rFonts w:ascii="Times New Roman" w:hAnsi="Times New Roman" w:cs="Times New Roman"/>
          <w:sz w:val="28"/>
          <w:szCs w:val="28"/>
        </w:rPr>
        <w:t>законодательные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1759">
        <w:rPr>
          <w:rFonts w:ascii="Times New Roman" w:hAnsi="Times New Roman" w:cs="Times New Roman"/>
          <w:sz w:val="28"/>
          <w:szCs w:val="28"/>
        </w:rPr>
        <w:t>акты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1759">
        <w:rPr>
          <w:rFonts w:ascii="Times New Roman" w:hAnsi="Times New Roman" w:cs="Times New Roman"/>
          <w:sz w:val="28"/>
          <w:szCs w:val="28"/>
        </w:rPr>
        <w:t>Краснодарского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1759">
        <w:rPr>
          <w:rFonts w:ascii="Times New Roman" w:hAnsi="Times New Roman" w:cs="Times New Roman"/>
          <w:sz w:val="28"/>
          <w:szCs w:val="28"/>
        </w:rPr>
        <w:t>края», от 3 июня 2009 года №1740-КЗ «О порядке присвоения и сохранения классных чинов муниципальных служащих в Краснодарском крае», 8 июня 2007 года №1244-КЗ «О муниципальной службе в Краснодарском крае»</w:t>
      </w:r>
      <w:r>
        <w:rPr>
          <w:rFonts w:ascii="Times New Roman" w:hAnsi="Times New Roman" w:cs="Times New Roman"/>
          <w:sz w:val="28"/>
          <w:szCs w:val="28"/>
        </w:rPr>
        <w:t xml:space="preserve">, во исполнение письма прокуратуры Мостовского района от 12 февраля 2020 года №22-05-2020/631 вносится проект решения Совета муниципального образования Мостовский район </w:t>
      </w:r>
      <w:r w:rsidRPr="00E44975">
        <w:rPr>
          <w:rFonts w:ascii="Times New Roman" w:hAnsi="Times New Roman" w:cs="Times New Roman"/>
          <w:sz w:val="28"/>
          <w:szCs w:val="28"/>
        </w:rPr>
        <w:t>«Об утверждении Положения о муниципальной службе в муниципальном образовании Мостовский район»</w:t>
      </w:r>
      <w:r>
        <w:rPr>
          <w:rFonts w:ascii="Times New Roman" w:hAnsi="Times New Roman" w:cs="Times New Roman"/>
          <w:sz w:val="28"/>
          <w:szCs w:val="28"/>
        </w:rPr>
        <w:t xml:space="preserve"> (далее – проект решения).</w:t>
      </w:r>
    </w:p>
    <w:p w:rsidR="00DB392B" w:rsidRDefault="00DB392B" w:rsidP="001A5184">
      <w:pPr>
        <w:pStyle w:val="Title"/>
        <w:ind w:firstLine="709"/>
        <w:jc w:val="both"/>
        <w:rPr>
          <w:rFonts w:ascii="Times New Roman" w:hAnsi="Times New Roman"/>
          <w:b w:val="0"/>
        </w:rPr>
      </w:pPr>
      <w:r w:rsidRPr="003F74B3">
        <w:rPr>
          <w:rFonts w:ascii="Times New Roman" w:hAnsi="Times New Roman"/>
          <w:b w:val="0"/>
        </w:rPr>
        <w:t>Данным проектом решения</w:t>
      </w:r>
      <w:r>
        <w:rPr>
          <w:rFonts w:ascii="Times New Roman" w:hAnsi="Times New Roman"/>
          <w:b w:val="0"/>
        </w:rPr>
        <w:t xml:space="preserve"> приводится в соответствие действующему законодательству Положение о муниципальной службе в муниципальном образовании Мостовский район (далее – Положение).</w:t>
      </w:r>
    </w:p>
    <w:p w:rsidR="00DB392B" w:rsidRPr="00147CBA" w:rsidRDefault="00DB392B" w:rsidP="00147CBA">
      <w:pPr>
        <w:pStyle w:val="Heading1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Pr="00147CBA">
        <w:rPr>
          <w:rFonts w:ascii="Times New Roman" w:hAnsi="Times New Roman"/>
          <w:b w:val="0"/>
          <w:sz w:val="28"/>
          <w:szCs w:val="28"/>
        </w:rPr>
        <w:t>В соответствии со статьей 4 Закона Краснодарского края от 3 мая 2012 года №2490-КЗ «О типовых квалификационных требованиях для замещения должностей муниципальной службы в Краснодарском крае»</w:t>
      </w:r>
      <w:r>
        <w:rPr>
          <w:rFonts w:ascii="Times New Roman" w:hAnsi="Times New Roman"/>
          <w:b w:val="0"/>
          <w:sz w:val="28"/>
          <w:szCs w:val="28"/>
        </w:rPr>
        <w:t xml:space="preserve"> статьей 6 Положения предусмотрено:</w:t>
      </w:r>
    </w:p>
    <w:p w:rsidR="00DB392B" w:rsidRPr="00147CBA" w:rsidRDefault="00DB392B" w:rsidP="00147CBA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41"/>
      <w:r w:rsidRPr="00147CBA">
        <w:rPr>
          <w:rFonts w:ascii="Times New Roman" w:hAnsi="Times New Roman" w:cs="Times New Roman"/>
          <w:sz w:val="28"/>
          <w:szCs w:val="28"/>
        </w:rPr>
        <w:t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инструкцией. Должностной инструкцией муниципального служащего могут также предусматриваться квалификационные требования к специальности, направлению подготовки.</w:t>
      </w:r>
    </w:p>
    <w:p w:rsidR="00DB392B" w:rsidRPr="00147CBA" w:rsidRDefault="00DB392B" w:rsidP="00147CBA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42"/>
      <w:bookmarkEnd w:id="0"/>
      <w:r w:rsidRPr="00147CBA">
        <w:rPr>
          <w:rFonts w:ascii="Times New Roman" w:hAnsi="Times New Roman" w:cs="Times New Roman"/>
          <w:sz w:val="28"/>
          <w:szCs w:val="28"/>
        </w:rPr>
        <w:t>Специальные профессиональные знания подтверждаются документом государственного образца о высшем или среднем профессиональном образовании по специальностям, направлениям подготовки, соответствующим направлениям деятельности органа местного самоуправления, избирательной комиссии муниципального образования. В случае, если специальные профессиональные знания, подтвержденные документом государственного образца о высшем или среднем профессиональном образовании, не соответствуют направлениям деятельности органа местного самоуправления, избирательной комиссии муниципального образования, учитывается документ государственного образца о дополнительном профессиональном образовании по соответствующим направлениям деятельности органа местного самоуправления, избирательной комиссии муниципального образования.</w:t>
      </w:r>
    </w:p>
    <w:p w:rsidR="00DB392B" w:rsidRPr="00147CBA" w:rsidRDefault="00DB392B" w:rsidP="00147CBA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43"/>
      <w:bookmarkEnd w:id="1"/>
      <w:r w:rsidRPr="00147CBA">
        <w:rPr>
          <w:rFonts w:ascii="Times New Roman" w:hAnsi="Times New Roman" w:cs="Times New Roman"/>
          <w:sz w:val="28"/>
          <w:szCs w:val="28"/>
        </w:rPr>
        <w:t>Порядок и формы учета и контроля соблюдения муниципальными служащими квалификационных требований к знаниям и умениям, которые необходимы для исполнения должностных обязанностей, а также порядок и сроки получения дополнительного профессионального образования муниципальных служащих определяются представителем нанимателя (работодателем).</w:t>
      </w:r>
    </w:p>
    <w:bookmarkEnd w:id="2"/>
    <w:p w:rsidR="00DB392B" w:rsidRDefault="00DB392B" w:rsidP="001A5184">
      <w:pPr>
        <w:pStyle w:val="Title"/>
        <w:ind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2.Согласно </w:t>
      </w:r>
      <w:r w:rsidRPr="003F74B3">
        <w:rPr>
          <w:rFonts w:ascii="Times New Roman" w:hAnsi="Times New Roman"/>
          <w:b w:val="0"/>
        </w:rPr>
        <w:t>Федеральн</w:t>
      </w:r>
      <w:r>
        <w:rPr>
          <w:rFonts w:ascii="Times New Roman" w:hAnsi="Times New Roman"/>
          <w:b w:val="0"/>
        </w:rPr>
        <w:t>ому</w:t>
      </w:r>
      <w:r w:rsidRPr="003F74B3">
        <w:rPr>
          <w:rFonts w:ascii="Times New Roman" w:hAnsi="Times New Roman"/>
          <w:b w:val="0"/>
        </w:rPr>
        <w:t xml:space="preserve"> закон</w:t>
      </w:r>
      <w:r>
        <w:rPr>
          <w:rFonts w:ascii="Times New Roman" w:hAnsi="Times New Roman"/>
          <w:b w:val="0"/>
        </w:rPr>
        <w:t>у</w:t>
      </w:r>
      <w:r w:rsidRPr="003F74B3">
        <w:rPr>
          <w:rFonts w:ascii="Times New Roman" w:hAnsi="Times New Roman"/>
          <w:b w:val="0"/>
        </w:rPr>
        <w:t xml:space="preserve"> от 16 декабря 2019 года № 432-ФЗ «О внесении изменений в отдельные законодательные акты Российской Федерации в целях совершенствования законодательства Российской Федерации о противодействии коррупции»</w:t>
      </w:r>
      <w:r>
        <w:rPr>
          <w:rFonts w:ascii="Times New Roman" w:hAnsi="Times New Roman"/>
          <w:b w:val="0"/>
        </w:rPr>
        <w:t>:</w:t>
      </w:r>
    </w:p>
    <w:p w:rsidR="00DB392B" w:rsidRPr="00147CBA" w:rsidRDefault="00DB392B" w:rsidP="001A5184">
      <w:pPr>
        <w:pStyle w:val="Title"/>
        <w:ind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Пунктом 2 части 1 статьи 12 Положения установлено, что </w:t>
      </w:r>
      <w:r w:rsidRPr="00147CBA">
        <w:rPr>
          <w:rFonts w:ascii="Times New Roman" w:hAnsi="Times New Roman"/>
          <w:b w:val="0"/>
        </w:rPr>
        <w:t>в связи с прохождением муниципальной службы муниц</w:t>
      </w:r>
      <w:r>
        <w:rPr>
          <w:rFonts w:ascii="Times New Roman" w:hAnsi="Times New Roman"/>
          <w:b w:val="0"/>
        </w:rPr>
        <w:t>ипальному служащему запрещается</w:t>
      </w:r>
      <w:r w:rsidRPr="00147CBA">
        <w:rPr>
          <w:rFonts w:ascii="Times New Roman" w:hAnsi="Times New Roman"/>
          <w:b w:val="0"/>
        </w:rPr>
        <w:t>:</w:t>
      </w:r>
    </w:p>
    <w:p w:rsidR="00DB392B" w:rsidRPr="00147CBA" w:rsidRDefault="00DB392B" w:rsidP="00147CB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7CBA">
        <w:rPr>
          <w:rFonts w:ascii="Times New Roman" w:hAnsi="Times New Roman" w:cs="Times New Roman"/>
          <w:sz w:val="28"/>
          <w:szCs w:val="28"/>
        </w:rPr>
        <w:t>2)участвовать в управлении коммерческой или некоммерческой организацией, за исключением следующих случаев:</w:t>
      </w:r>
    </w:p>
    <w:p w:rsidR="00DB392B" w:rsidRPr="00147CBA" w:rsidRDefault="00DB392B" w:rsidP="00147CB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4131"/>
      <w:r w:rsidRPr="00147CBA">
        <w:rPr>
          <w:rFonts w:ascii="Times New Roman" w:hAnsi="Times New Roman" w:cs="Times New Roman"/>
          <w:sz w:val="28"/>
          <w:szCs w:val="28"/>
        </w:rPr>
        <w:t>а)участие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DB392B" w:rsidRPr="00147CBA" w:rsidRDefault="00DB392B" w:rsidP="00147CB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4132"/>
      <w:bookmarkEnd w:id="3"/>
      <w:r w:rsidRPr="00147CBA">
        <w:rPr>
          <w:rFonts w:ascii="Times New Roman" w:hAnsi="Times New Roman" w:cs="Times New Roman"/>
          <w:sz w:val="28"/>
          <w:szCs w:val="28"/>
        </w:rPr>
        <w:t>б)участие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разрешения представителя нанимателя, которое получено в порядке, установленном законом субъекта Российской Федерации;</w:t>
      </w:r>
    </w:p>
    <w:p w:rsidR="00DB392B" w:rsidRPr="00147CBA" w:rsidRDefault="00DB392B" w:rsidP="00147CB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4133"/>
      <w:bookmarkEnd w:id="4"/>
      <w:r w:rsidRPr="00147CBA">
        <w:rPr>
          <w:rFonts w:ascii="Times New Roman" w:hAnsi="Times New Roman" w:cs="Times New Roman"/>
          <w:sz w:val="28"/>
          <w:szCs w:val="28"/>
        </w:rPr>
        <w:t>в)представление на безвозмездной основе интересов муниципального образования в совете муниципальных образований субъекта Российской Федерации, иных объединениях муниципальных образований, а также в их органах управления;</w:t>
      </w:r>
    </w:p>
    <w:p w:rsidR="00DB392B" w:rsidRPr="00147CBA" w:rsidRDefault="00DB392B" w:rsidP="00147CB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4134"/>
      <w:bookmarkEnd w:id="5"/>
      <w:r w:rsidRPr="00147CBA">
        <w:rPr>
          <w:rFonts w:ascii="Times New Roman" w:hAnsi="Times New Roman" w:cs="Times New Roman"/>
          <w:sz w:val="28"/>
          <w:szCs w:val="28"/>
        </w:rPr>
        <w:t>г)представление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DB392B" w:rsidRDefault="00DB392B" w:rsidP="00147CB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4135"/>
      <w:bookmarkEnd w:id="6"/>
      <w:r w:rsidRPr="00147CBA">
        <w:rPr>
          <w:rFonts w:ascii="Times New Roman" w:hAnsi="Times New Roman" w:cs="Times New Roman"/>
          <w:sz w:val="28"/>
          <w:szCs w:val="28"/>
        </w:rPr>
        <w:t>д)иные случаи, предус</w:t>
      </w:r>
      <w:r>
        <w:rPr>
          <w:rFonts w:ascii="Times New Roman" w:hAnsi="Times New Roman" w:cs="Times New Roman"/>
          <w:sz w:val="28"/>
          <w:szCs w:val="28"/>
        </w:rPr>
        <w:t>мотренные федеральными законами.</w:t>
      </w:r>
    </w:p>
    <w:p w:rsidR="00DB392B" w:rsidRDefault="00DB392B" w:rsidP="00A528F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Пунктом 3 части 1 статьи 12 Положение </w:t>
      </w:r>
      <w:r w:rsidRPr="00A528F7">
        <w:rPr>
          <w:rFonts w:ascii="Times New Roman" w:hAnsi="Times New Roman" w:cs="Times New Roman"/>
          <w:sz w:val="28"/>
          <w:szCs w:val="28"/>
        </w:rPr>
        <w:t>муниципальному служащему также запрещено заниматься предпринимательской деятельностью</w:t>
      </w:r>
      <w:r>
        <w:rPr>
          <w:rFonts w:ascii="Times New Roman" w:hAnsi="Times New Roman" w:cs="Times New Roman"/>
          <w:sz w:val="28"/>
          <w:szCs w:val="28"/>
        </w:rPr>
        <w:t xml:space="preserve"> лично или через доверенных лиц.</w:t>
      </w:r>
    </w:p>
    <w:p w:rsidR="00DB392B" w:rsidRPr="00EE2B96" w:rsidRDefault="00DB392B" w:rsidP="00EE2B9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Частью 3 статьи 32 Положения установлено, что </w:t>
      </w:r>
      <w:r w:rsidRPr="00EE2B96">
        <w:rPr>
          <w:rFonts w:ascii="Times New Roman" w:hAnsi="Times New Roman" w:cs="Times New Roman"/>
          <w:sz w:val="28"/>
          <w:szCs w:val="28"/>
        </w:rPr>
        <w:t>порядок применения и снятия дисциплинарных взысканий определяется трудовым законодательством, за исключением случаев, предусмотренных Федеральным законом от 2 марта 2007 года №25-ФЗ «О муниципальной службе в Российской Федерации».</w:t>
      </w:r>
    </w:p>
    <w:p w:rsidR="00DB392B" w:rsidRPr="00EE2B96" w:rsidRDefault="00DB392B" w:rsidP="00EE2B9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Частью 6 статьи 33 Положения регулирует, что </w:t>
      </w:r>
      <w:r w:rsidRPr="00EE2B96">
        <w:rPr>
          <w:rFonts w:ascii="Times New Roman" w:hAnsi="Times New Roman" w:cs="Times New Roman"/>
          <w:sz w:val="28"/>
          <w:szCs w:val="28"/>
        </w:rPr>
        <w:t xml:space="preserve">взыскания, предусмотренные </w:t>
      </w:r>
      <w:hyperlink w:anchor="sub_1401" w:history="1">
        <w:r w:rsidRPr="00EE2B96">
          <w:rPr>
            <w:rFonts w:ascii="Times New Roman" w:hAnsi="Times New Roman" w:cs="Times New Roman"/>
            <w:color w:val="106BBE"/>
            <w:sz w:val="28"/>
            <w:szCs w:val="28"/>
          </w:rPr>
          <w:t>статьями 14.1</w:t>
        </w:r>
      </w:hyperlink>
      <w:r w:rsidRPr="00EE2B96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5" w:history="1">
        <w:r w:rsidRPr="00EE2B96">
          <w:rPr>
            <w:rFonts w:ascii="Times New Roman" w:hAnsi="Times New Roman" w:cs="Times New Roman"/>
            <w:color w:val="106BBE"/>
            <w:sz w:val="28"/>
            <w:szCs w:val="28"/>
          </w:rPr>
          <w:t>15</w:t>
        </w:r>
      </w:hyperlink>
      <w:r w:rsidRPr="00EE2B9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27" w:history="1">
        <w:r w:rsidRPr="00EE2B96">
          <w:rPr>
            <w:rFonts w:ascii="Times New Roman" w:hAnsi="Times New Roman" w:cs="Times New Roman"/>
            <w:color w:val="106BBE"/>
            <w:sz w:val="28"/>
            <w:szCs w:val="28"/>
          </w:rPr>
          <w:t>27</w:t>
        </w:r>
      </w:hyperlink>
      <w:r w:rsidRPr="00EE2B96">
        <w:rPr>
          <w:rFonts w:ascii="Times New Roman" w:hAnsi="Times New Roman" w:cs="Times New Roman"/>
          <w:sz w:val="28"/>
          <w:szCs w:val="28"/>
        </w:rPr>
        <w:t xml:space="preserve"> Федерального закона от 2 марта 2007 года №25-ФЗ «О муниципальной службе в Российской Федерации»,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 В указанные сроки не включается время производства по уголовному делу.</w:t>
      </w:r>
    </w:p>
    <w:p w:rsidR="00DB392B" w:rsidRDefault="00DB392B" w:rsidP="00A528F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3.В соответствии со статьей 15.1 Федерального закона от </w:t>
      </w:r>
      <w:r w:rsidRPr="00E131BB">
        <w:rPr>
          <w:rFonts w:ascii="Times New Roman" w:hAnsi="Times New Roman" w:cs="Times New Roman"/>
          <w:sz w:val="28"/>
          <w:szCs w:val="28"/>
        </w:rPr>
        <w:t>2 марта 2007 года №25-ФЗ «О муниципальной службе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статьей 18 Положения предусмотрено </w:t>
      </w:r>
      <w:r w:rsidRPr="00A528F7">
        <w:rPr>
          <w:rFonts w:ascii="Times New Roman" w:hAnsi="Times New Roman" w:cs="Times New Roman"/>
          <w:bCs/>
          <w:sz w:val="28"/>
          <w:szCs w:val="28"/>
        </w:rPr>
        <w:t>п</w:t>
      </w:r>
      <w:r w:rsidRPr="00A528F7">
        <w:rPr>
          <w:rFonts w:ascii="Times New Roman" w:hAnsi="Times New Roman" w:cs="Times New Roman"/>
          <w:sz w:val="28"/>
          <w:szCs w:val="28"/>
        </w:rPr>
        <w:t>редставление сведений о размещении информации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392B" w:rsidRDefault="00DB392B" w:rsidP="008A1471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4.В соответствии с З</w:t>
      </w:r>
      <w:r w:rsidRPr="00D81759">
        <w:rPr>
          <w:rFonts w:ascii="Times New Roman" w:hAnsi="Times New Roman" w:cs="Times New Roman"/>
          <w:sz w:val="28"/>
          <w:szCs w:val="28"/>
        </w:rPr>
        <w:t xml:space="preserve">аконами Краснодарского края от 11 </w:t>
      </w:r>
      <w:r>
        <w:rPr>
          <w:rFonts w:ascii="Times New Roman" w:hAnsi="Times New Roman" w:cs="Times New Roman"/>
          <w:sz w:val="28"/>
          <w:szCs w:val="28"/>
        </w:rPr>
        <w:t xml:space="preserve">ноября </w:t>
      </w:r>
      <w:r w:rsidRPr="00D81759">
        <w:rPr>
          <w:rFonts w:ascii="Times New Roman" w:hAnsi="Times New Roman" w:cs="Times New Roman"/>
          <w:sz w:val="28"/>
          <w:szCs w:val="28"/>
        </w:rPr>
        <w:t>2019 года №4142-КЗ «О внесении изменений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1759">
        <w:rPr>
          <w:rFonts w:ascii="Times New Roman" w:hAnsi="Times New Roman" w:cs="Times New Roman"/>
          <w:sz w:val="28"/>
          <w:szCs w:val="28"/>
        </w:rPr>
        <w:t>отдельные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1759">
        <w:rPr>
          <w:rFonts w:ascii="Times New Roman" w:hAnsi="Times New Roman" w:cs="Times New Roman"/>
          <w:sz w:val="28"/>
          <w:szCs w:val="28"/>
        </w:rPr>
        <w:t>законодательные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1759">
        <w:rPr>
          <w:rFonts w:ascii="Times New Roman" w:hAnsi="Times New Roman" w:cs="Times New Roman"/>
          <w:sz w:val="28"/>
          <w:szCs w:val="28"/>
        </w:rPr>
        <w:t>акты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1759">
        <w:rPr>
          <w:rFonts w:ascii="Times New Roman" w:hAnsi="Times New Roman" w:cs="Times New Roman"/>
          <w:sz w:val="28"/>
          <w:szCs w:val="28"/>
        </w:rPr>
        <w:t>Краснодарского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1759">
        <w:rPr>
          <w:rFonts w:ascii="Times New Roman" w:hAnsi="Times New Roman" w:cs="Times New Roman"/>
          <w:sz w:val="28"/>
          <w:szCs w:val="28"/>
        </w:rPr>
        <w:t>края», от 3 июня 2009 года №1740-КЗ «О порядке присвоения и сохранения классных чинов муниципальных служащих в Краснодарском крае», 8 июня 2007 года №1244-КЗ «О муниципальной службе в Краснодарском крае»</w:t>
      </w:r>
      <w:r>
        <w:rPr>
          <w:rFonts w:ascii="Times New Roman" w:hAnsi="Times New Roman" w:cs="Times New Roman"/>
          <w:sz w:val="28"/>
          <w:szCs w:val="28"/>
        </w:rPr>
        <w:t xml:space="preserve"> статьей 22 Положения установлено, что:</w:t>
      </w:r>
    </w:p>
    <w:p w:rsidR="00DB392B" w:rsidRPr="008A1471" w:rsidRDefault="00DB392B" w:rsidP="008A1471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A1471">
        <w:rPr>
          <w:rFonts w:ascii="Times New Roman" w:hAnsi="Times New Roman" w:cs="Times New Roman"/>
          <w:sz w:val="28"/>
          <w:szCs w:val="28"/>
        </w:rPr>
        <w:t>валификационный экзамен сдают муниципальные служащие, замещающие должности муниципальной службы на определенный срок полномочий, классные чины присваиваются по результатам квалификационного экзамена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392B" w:rsidRPr="008A1471" w:rsidRDefault="00DB392B" w:rsidP="008A1471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A1471">
        <w:rPr>
          <w:rFonts w:ascii="Times New Roman" w:hAnsi="Times New Roman" w:cs="Times New Roman"/>
          <w:sz w:val="28"/>
          <w:szCs w:val="28"/>
        </w:rPr>
        <w:t>валификационный экзамен проводится при решении вопроса о присвоении классного чина муниципальной службы по инициативе муниципального служащего не позднее чем через три месяца после дня подачи им письменного заявления о присвоении классного чина муниципальной слу</w:t>
      </w:r>
      <w:r>
        <w:rPr>
          <w:rFonts w:ascii="Times New Roman" w:hAnsi="Times New Roman" w:cs="Times New Roman"/>
          <w:sz w:val="28"/>
          <w:szCs w:val="28"/>
        </w:rPr>
        <w:t>жбы;</w:t>
      </w:r>
    </w:p>
    <w:p w:rsidR="00DB392B" w:rsidRPr="008A1471" w:rsidRDefault="00DB392B" w:rsidP="008A1471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613"/>
      <w:r>
        <w:rPr>
          <w:rFonts w:ascii="Times New Roman" w:hAnsi="Times New Roman" w:cs="Times New Roman"/>
          <w:sz w:val="28"/>
          <w:szCs w:val="28"/>
        </w:rPr>
        <w:t>к</w:t>
      </w:r>
      <w:r w:rsidRPr="008A1471">
        <w:rPr>
          <w:rFonts w:ascii="Times New Roman" w:hAnsi="Times New Roman" w:cs="Times New Roman"/>
          <w:sz w:val="28"/>
          <w:szCs w:val="28"/>
        </w:rPr>
        <w:t xml:space="preserve">валификационный экзамен проводится </w:t>
      </w:r>
      <w:r w:rsidRPr="008A1471">
        <w:rPr>
          <w:rFonts w:ascii="Times New Roman" w:hAnsi="Times New Roman" w:cs="Times New Roman"/>
          <w:color w:val="000000"/>
          <w:sz w:val="28"/>
          <w:szCs w:val="28"/>
        </w:rPr>
        <w:t>аттестационной комиссией в порядке, установленном для проведения заседаний аттестационной</w:t>
      </w:r>
      <w:r w:rsidRPr="008A1471"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DB392B" w:rsidRPr="008A1471" w:rsidRDefault="00DB392B" w:rsidP="008A14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1471">
        <w:rPr>
          <w:rFonts w:ascii="Times New Roman" w:hAnsi="Times New Roman" w:cs="Times New Roman"/>
          <w:sz w:val="28"/>
          <w:szCs w:val="28"/>
        </w:rPr>
        <w:t>Состав аттестационной комиссии, сроки и порядок ее работы определяются муниципальным правовым актом представителя нанимателя.</w:t>
      </w:r>
    </w:p>
    <w:p w:rsidR="00DB392B" w:rsidRPr="008A1471" w:rsidRDefault="00DB392B" w:rsidP="008A14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1471">
        <w:rPr>
          <w:rFonts w:ascii="Times New Roman" w:hAnsi="Times New Roman" w:cs="Times New Roman"/>
          <w:sz w:val="28"/>
          <w:szCs w:val="28"/>
        </w:rPr>
        <w:t>Сдача квалификационного экзамена осуществляется в соответствии с положением о порядке сдачи квалификационного экзамена муниципальными служащими и оценки их знаний, навыков и умений (профессионального уровня), утвержденным муниципальным правовым актом представительного органа муниципального образования (решением Совета муниципального образования Мостовский район).</w:t>
      </w:r>
    </w:p>
    <w:bookmarkEnd w:id="8"/>
    <w:bookmarkEnd w:id="7"/>
    <w:p w:rsidR="00DB392B" w:rsidRDefault="00DB392B" w:rsidP="00205884">
      <w:pPr>
        <w:pStyle w:val="Title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ab/>
      </w:r>
    </w:p>
    <w:p w:rsidR="00DB392B" w:rsidRDefault="00DB392B" w:rsidP="00205884">
      <w:pPr>
        <w:pStyle w:val="Title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DB392B" w:rsidRPr="00124A32" w:rsidRDefault="00DB392B" w:rsidP="00205884">
      <w:pPr>
        <w:pStyle w:val="Title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DB392B" w:rsidRDefault="00DB392B" w:rsidP="00396CF4">
      <w:pPr>
        <w:rPr>
          <w:rFonts w:ascii="Times New Roman" w:hAnsi="Times New Roman" w:cs="Times New Roman"/>
          <w:sz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7" type="#_x0000_t202" style="position:absolute;margin-left:225pt;margin-top:57.55pt;width:45.85pt;height:30.0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" stroked="f" strokeweight=".5pt">
            <v:textbox>
              <w:txbxContent>
                <w:p w:rsidR="00DB392B" w:rsidRDefault="00DB392B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B392B" w:rsidRDefault="00DB392B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B392B" w:rsidRDefault="00DB392B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B392B" w:rsidRDefault="00DB392B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B392B" w:rsidRDefault="00DB392B" w:rsidP="008E5E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124A32">
        <w:rPr>
          <w:rFonts w:ascii="Times New Roman" w:hAnsi="Times New Roman" w:cs="Times New Roman"/>
          <w:sz w:val="28"/>
        </w:rPr>
        <w:t>Начальник отдела кадров</w:t>
      </w:r>
    </w:p>
    <w:p w:rsidR="00DB392B" w:rsidRDefault="00DB392B" w:rsidP="00396CF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администрации муниципального</w:t>
      </w:r>
    </w:p>
    <w:p w:rsidR="00DB392B" w:rsidRPr="00396CF4" w:rsidRDefault="00DB392B" w:rsidP="00396CF4">
      <w:pPr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</w:rPr>
        <w:t xml:space="preserve">образования Мостовский район </w:t>
      </w:r>
      <w:r w:rsidRPr="00124A32">
        <w:rPr>
          <w:rFonts w:ascii="Times New Roman" w:hAnsi="Times New Roman" w:cs="Times New Roman"/>
          <w:sz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</w:rPr>
        <w:t xml:space="preserve">   </w:t>
      </w:r>
      <w:r w:rsidRPr="00124A32">
        <w:rPr>
          <w:rFonts w:ascii="Times New Roman" w:hAnsi="Times New Roman" w:cs="Times New Roman"/>
          <w:sz w:val="28"/>
        </w:rPr>
        <w:t xml:space="preserve">                </w:t>
      </w:r>
      <w:r>
        <w:rPr>
          <w:rFonts w:ascii="Times New Roman" w:hAnsi="Times New Roman" w:cs="Times New Roman"/>
          <w:sz w:val="28"/>
        </w:rPr>
        <w:t>Е.А. Мазяева</w:t>
      </w:r>
      <w:bookmarkStart w:id="9" w:name="_GoBack"/>
      <w:bookmarkEnd w:id="9"/>
    </w:p>
    <w:sectPr w:rsidR="00DB392B" w:rsidRPr="00396CF4" w:rsidSect="00823A1F">
      <w:pgSz w:w="11906" w:h="16838"/>
      <w:pgMar w:top="39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92B" w:rsidRDefault="00DB392B">
      <w:r>
        <w:separator/>
      </w:r>
    </w:p>
  </w:endnote>
  <w:endnote w:type="continuationSeparator" w:id="0">
    <w:p w:rsidR="00DB392B" w:rsidRDefault="00DB39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92B" w:rsidRDefault="00DB392B">
      <w:r>
        <w:separator/>
      </w:r>
    </w:p>
  </w:footnote>
  <w:footnote w:type="continuationSeparator" w:id="0">
    <w:p w:rsidR="00DB392B" w:rsidRDefault="00DB39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92B" w:rsidRDefault="00DB392B" w:rsidP="00136373">
    <w:pPr>
      <w:pStyle w:val="Head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DB392B" w:rsidRDefault="00DB392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92B" w:rsidRDefault="00DB392B" w:rsidP="00136373">
    <w:pPr>
      <w:pStyle w:val="Header"/>
      <w:framePr w:wrap="around" w:vAnchor="text" w:hAnchor="margin" w:xAlign="center" w:y="1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B392B" w:rsidRDefault="00DB392B" w:rsidP="004237C5">
    <w:pPr>
      <w:pStyle w:val="Header"/>
      <w:framePr w:wrap="around" w:vAnchor="text" w:hAnchor="margin" w:xAlign="center" w:y="1"/>
      <w:jc w:val="center"/>
      <w:rPr>
        <w:rStyle w:val="PageNumber"/>
        <w:rFonts w:cs="Arial"/>
      </w:rPr>
    </w:pPr>
  </w:p>
  <w:p w:rsidR="00DB392B" w:rsidRDefault="00DB392B" w:rsidP="008F4A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B0987"/>
    <w:multiLevelType w:val="hybridMultilevel"/>
    <w:tmpl w:val="B29C8A62"/>
    <w:lvl w:ilvl="0" w:tplc="B4EEBDF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463D"/>
    <w:rsid w:val="000012D7"/>
    <w:rsid w:val="0000454D"/>
    <w:rsid w:val="00007CCC"/>
    <w:rsid w:val="000173C6"/>
    <w:rsid w:val="000208D5"/>
    <w:rsid w:val="00023B94"/>
    <w:rsid w:val="00024590"/>
    <w:rsid w:val="000246F6"/>
    <w:rsid w:val="0003729C"/>
    <w:rsid w:val="000564BC"/>
    <w:rsid w:val="0006417A"/>
    <w:rsid w:val="000727AD"/>
    <w:rsid w:val="0007514A"/>
    <w:rsid w:val="00076161"/>
    <w:rsid w:val="00095605"/>
    <w:rsid w:val="000B38B3"/>
    <w:rsid w:val="000B7F2D"/>
    <w:rsid w:val="000C7526"/>
    <w:rsid w:val="000C7B6C"/>
    <w:rsid w:val="000D36CA"/>
    <w:rsid w:val="000E1971"/>
    <w:rsid w:val="000E2A33"/>
    <w:rsid w:val="000E4E82"/>
    <w:rsid w:val="000E57B6"/>
    <w:rsid w:val="000F4921"/>
    <w:rsid w:val="000F5069"/>
    <w:rsid w:val="0010103C"/>
    <w:rsid w:val="00104575"/>
    <w:rsid w:val="001128A9"/>
    <w:rsid w:val="00113415"/>
    <w:rsid w:val="00124A32"/>
    <w:rsid w:val="00125A9C"/>
    <w:rsid w:val="00136373"/>
    <w:rsid w:val="00146A44"/>
    <w:rsid w:val="00147CBA"/>
    <w:rsid w:val="001537FC"/>
    <w:rsid w:val="00171BE4"/>
    <w:rsid w:val="00175522"/>
    <w:rsid w:val="00175529"/>
    <w:rsid w:val="00181A80"/>
    <w:rsid w:val="00181DA6"/>
    <w:rsid w:val="001909DC"/>
    <w:rsid w:val="0019784C"/>
    <w:rsid w:val="001A093B"/>
    <w:rsid w:val="001A2D7B"/>
    <w:rsid w:val="001A5184"/>
    <w:rsid w:val="001E3E0F"/>
    <w:rsid w:val="001E5FF6"/>
    <w:rsid w:val="001E6F17"/>
    <w:rsid w:val="001F6561"/>
    <w:rsid w:val="001F69C0"/>
    <w:rsid w:val="001F7FE4"/>
    <w:rsid w:val="00205884"/>
    <w:rsid w:val="002071C2"/>
    <w:rsid w:val="00207C6F"/>
    <w:rsid w:val="00222B55"/>
    <w:rsid w:val="00225753"/>
    <w:rsid w:val="00241371"/>
    <w:rsid w:val="00243A07"/>
    <w:rsid w:val="002472A8"/>
    <w:rsid w:val="00264706"/>
    <w:rsid w:val="00275AE4"/>
    <w:rsid w:val="00280060"/>
    <w:rsid w:val="002B3C0E"/>
    <w:rsid w:val="002C3DCC"/>
    <w:rsid w:val="002C67AA"/>
    <w:rsid w:val="002C7A3D"/>
    <w:rsid w:val="002D137D"/>
    <w:rsid w:val="002E1C30"/>
    <w:rsid w:val="002E32FC"/>
    <w:rsid w:val="002F2B29"/>
    <w:rsid w:val="002F5C69"/>
    <w:rsid w:val="00300A9F"/>
    <w:rsid w:val="003031FD"/>
    <w:rsid w:val="00311D74"/>
    <w:rsid w:val="00330CB0"/>
    <w:rsid w:val="003322AC"/>
    <w:rsid w:val="00333F5F"/>
    <w:rsid w:val="003441D7"/>
    <w:rsid w:val="0036400C"/>
    <w:rsid w:val="00370CD8"/>
    <w:rsid w:val="00372221"/>
    <w:rsid w:val="003815FE"/>
    <w:rsid w:val="003857E2"/>
    <w:rsid w:val="00396CF4"/>
    <w:rsid w:val="003B1A42"/>
    <w:rsid w:val="003B4385"/>
    <w:rsid w:val="003C1B0A"/>
    <w:rsid w:val="003C6704"/>
    <w:rsid w:val="003E2194"/>
    <w:rsid w:val="003E4816"/>
    <w:rsid w:val="003F1726"/>
    <w:rsid w:val="003F46F4"/>
    <w:rsid w:val="003F6697"/>
    <w:rsid w:val="003F74B3"/>
    <w:rsid w:val="00405EF2"/>
    <w:rsid w:val="004162B9"/>
    <w:rsid w:val="004237C5"/>
    <w:rsid w:val="00423EBF"/>
    <w:rsid w:val="0042460A"/>
    <w:rsid w:val="00446B76"/>
    <w:rsid w:val="00451CF7"/>
    <w:rsid w:val="00451D62"/>
    <w:rsid w:val="00464FF1"/>
    <w:rsid w:val="00490027"/>
    <w:rsid w:val="0049604B"/>
    <w:rsid w:val="004963C2"/>
    <w:rsid w:val="004A245C"/>
    <w:rsid w:val="004B55D4"/>
    <w:rsid w:val="004B785B"/>
    <w:rsid w:val="004C3CC8"/>
    <w:rsid w:val="004E28EF"/>
    <w:rsid w:val="00500C0C"/>
    <w:rsid w:val="005079DE"/>
    <w:rsid w:val="00514537"/>
    <w:rsid w:val="00514B7C"/>
    <w:rsid w:val="00515F3F"/>
    <w:rsid w:val="005176F5"/>
    <w:rsid w:val="0052097D"/>
    <w:rsid w:val="00522D7C"/>
    <w:rsid w:val="00527645"/>
    <w:rsid w:val="00537E1D"/>
    <w:rsid w:val="00570579"/>
    <w:rsid w:val="00573211"/>
    <w:rsid w:val="00580034"/>
    <w:rsid w:val="00580B58"/>
    <w:rsid w:val="00582215"/>
    <w:rsid w:val="00582FE2"/>
    <w:rsid w:val="00590602"/>
    <w:rsid w:val="005925B6"/>
    <w:rsid w:val="00592C10"/>
    <w:rsid w:val="0059309F"/>
    <w:rsid w:val="005A0E81"/>
    <w:rsid w:val="005C081B"/>
    <w:rsid w:val="005C2D55"/>
    <w:rsid w:val="005C5740"/>
    <w:rsid w:val="005D6BCA"/>
    <w:rsid w:val="005E472C"/>
    <w:rsid w:val="005F1CE2"/>
    <w:rsid w:val="005F49B1"/>
    <w:rsid w:val="005F5A10"/>
    <w:rsid w:val="0060131A"/>
    <w:rsid w:val="00607F37"/>
    <w:rsid w:val="006129B8"/>
    <w:rsid w:val="00621F71"/>
    <w:rsid w:val="00621FB2"/>
    <w:rsid w:val="00634F12"/>
    <w:rsid w:val="006432EC"/>
    <w:rsid w:val="00646F38"/>
    <w:rsid w:val="0065102F"/>
    <w:rsid w:val="00653E52"/>
    <w:rsid w:val="0065531C"/>
    <w:rsid w:val="006701D5"/>
    <w:rsid w:val="006740BD"/>
    <w:rsid w:val="00683A97"/>
    <w:rsid w:val="006842EB"/>
    <w:rsid w:val="006B2C3F"/>
    <w:rsid w:val="006D2FB2"/>
    <w:rsid w:val="006E2881"/>
    <w:rsid w:val="006F0B4D"/>
    <w:rsid w:val="006F2C05"/>
    <w:rsid w:val="00704501"/>
    <w:rsid w:val="0070645B"/>
    <w:rsid w:val="00710005"/>
    <w:rsid w:val="007123E7"/>
    <w:rsid w:val="0073382C"/>
    <w:rsid w:val="007446C1"/>
    <w:rsid w:val="00745104"/>
    <w:rsid w:val="0075071A"/>
    <w:rsid w:val="007528DB"/>
    <w:rsid w:val="007670FA"/>
    <w:rsid w:val="00772E2A"/>
    <w:rsid w:val="007731A7"/>
    <w:rsid w:val="0077641E"/>
    <w:rsid w:val="007A17B9"/>
    <w:rsid w:val="007A5431"/>
    <w:rsid w:val="007A5580"/>
    <w:rsid w:val="007B2555"/>
    <w:rsid w:val="007B44F0"/>
    <w:rsid w:val="007D5A2B"/>
    <w:rsid w:val="007F1055"/>
    <w:rsid w:val="008144BA"/>
    <w:rsid w:val="00823A1F"/>
    <w:rsid w:val="00830AF5"/>
    <w:rsid w:val="00866E60"/>
    <w:rsid w:val="00867EEC"/>
    <w:rsid w:val="00871D5F"/>
    <w:rsid w:val="00880775"/>
    <w:rsid w:val="00887EB0"/>
    <w:rsid w:val="00891579"/>
    <w:rsid w:val="0089250E"/>
    <w:rsid w:val="008A1471"/>
    <w:rsid w:val="008A15DC"/>
    <w:rsid w:val="008A4205"/>
    <w:rsid w:val="008B3821"/>
    <w:rsid w:val="008B41BE"/>
    <w:rsid w:val="008B61BF"/>
    <w:rsid w:val="008D62D3"/>
    <w:rsid w:val="008D7DE9"/>
    <w:rsid w:val="008E2C0D"/>
    <w:rsid w:val="008E2FA7"/>
    <w:rsid w:val="008E5E85"/>
    <w:rsid w:val="008F4AD5"/>
    <w:rsid w:val="008F74C0"/>
    <w:rsid w:val="009138E0"/>
    <w:rsid w:val="00913DC9"/>
    <w:rsid w:val="00914B76"/>
    <w:rsid w:val="009170A2"/>
    <w:rsid w:val="0094242F"/>
    <w:rsid w:val="00953F10"/>
    <w:rsid w:val="00956931"/>
    <w:rsid w:val="00961458"/>
    <w:rsid w:val="009640AD"/>
    <w:rsid w:val="00965E47"/>
    <w:rsid w:val="00972F47"/>
    <w:rsid w:val="00974709"/>
    <w:rsid w:val="00976D8B"/>
    <w:rsid w:val="00992EE9"/>
    <w:rsid w:val="009B27C4"/>
    <w:rsid w:val="009B2943"/>
    <w:rsid w:val="009E6666"/>
    <w:rsid w:val="009F07F7"/>
    <w:rsid w:val="009F35FC"/>
    <w:rsid w:val="00A04BD0"/>
    <w:rsid w:val="00A12DAB"/>
    <w:rsid w:val="00A1311D"/>
    <w:rsid w:val="00A17788"/>
    <w:rsid w:val="00A200E0"/>
    <w:rsid w:val="00A2138B"/>
    <w:rsid w:val="00A23A6A"/>
    <w:rsid w:val="00A26EE6"/>
    <w:rsid w:val="00A41A58"/>
    <w:rsid w:val="00A42F6D"/>
    <w:rsid w:val="00A4463D"/>
    <w:rsid w:val="00A519EC"/>
    <w:rsid w:val="00A528F7"/>
    <w:rsid w:val="00A60BF4"/>
    <w:rsid w:val="00A80E92"/>
    <w:rsid w:val="00AA0745"/>
    <w:rsid w:val="00AA35DC"/>
    <w:rsid w:val="00AA7C5B"/>
    <w:rsid w:val="00AB25F0"/>
    <w:rsid w:val="00AC04E6"/>
    <w:rsid w:val="00AC3230"/>
    <w:rsid w:val="00AD1E0F"/>
    <w:rsid w:val="00AD2F96"/>
    <w:rsid w:val="00AD623B"/>
    <w:rsid w:val="00AE75E1"/>
    <w:rsid w:val="00B039D5"/>
    <w:rsid w:val="00B16D4C"/>
    <w:rsid w:val="00B229C0"/>
    <w:rsid w:val="00B25399"/>
    <w:rsid w:val="00B25435"/>
    <w:rsid w:val="00B262AD"/>
    <w:rsid w:val="00B269BC"/>
    <w:rsid w:val="00B52C97"/>
    <w:rsid w:val="00B76CEA"/>
    <w:rsid w:val="00B80E88"/>
    <w:rsid w:val="00B8717B"/>
    <w:rsid w:val="00B92D19"/>
    <w:rsid w:val="00B94561"/>
    <w:rsid w:val="00BA12F3"/>
    <w:rsid w:val="00BB6A91"/>
    <w:rsid w:val="00BB7682"/>
    <w:rsid w:val="00BC6C03"/>
    <w:rsid w:val="00BD1A76"/>
    <w:rsid w:val="00BD2D11"/>
    <w:rsid w:val="00BD4E58"/>
    <w:rsid w:val="00BE39D9"/>
    <w:rsid w:val="00BE4B4E"/>
    <w:rsid w:val="00BF74B9"/>
    <w:rsid w:val="00C03533"/>
    <w:rsid w:val="00C04B2A"/>
    <w:rsid w:val="00C07ACE"/>
    <w:rsid w:val="00C1094A"/>
    <w:rsid w:val="00C2287C"/>
    <w:rsid w:val="00C27E08"/>
    <w:rsid w:val="00C32B07"/>
    <w:rsid w:val="00C500BE"/>
    <w:rsid w:val="00C5126B"/>
    <w:rsid w:val="00C577CF"/>
    <w:rsid w:val="00C65F82"/>
    <w:rsid w:val="00C67B5C"/>
    <w:rsid w:val="00C7274D"/>
    <w:rsid w:val="00C869B8"/>
    <w:rsid w:val="00C9421E"/>
    <w:rsid w:val="00C95322"/>
    <w:rsid w:val="00CB5991"/>
    <w:rsid w:val="00CB62A9"/>
    <w:rsid w:val="00CD3C2E"/>
    <w:rsid w:val="00CD3E78"/>
    <w:rsid w:val="00CE0EAC"/>
    <w:rsid w:val="00CE1DE6"/>
    <w:rsid w:val="00CE20D1"/>
    <w:rsid w:val="00CE370C"/>
    <w:rsid w:val="00D00AB0"/>
    <w:rsid w:val="00D02507"/>
    <w:rsid w:val="00D0434F"/>
    <w:rsid w:val="00D10D8B"/>
    <w:rsid w:val="00D158F3"/>
    <w:rsid w:val="00D23537"/>
    <w:rsid w:val="00D24749"/>
    <w:rsid w:val="00D26AC9"/>
    <w:rsid w:val="00D3728F"/>
    <w:rsid w:val="00D511A6"/>
    <w:rsid w:val="00D63597"/>
    <w:rsid w:val="00D765C1"/>
    <w:rsid w:val="00D76609"/>
    <w:rsid w:val="00D81759"/>
    <w:rsid w:val="00D938A8"/>
    <w:rsid w:val="00D94EDF"/>
    <w:rsid w:val="00DA6882"/>
    <w:rsid w:val="00DB392B"/>
    <w:rsid w:val="00DB5495"/>
    <w:rsid w:val="00DC1499"/>
    <w:rsid w:val="00DE4BCA"/>
    <w:rsid w:val="00DF1D62"/>
    <w:rsid w:val="00E10F7A"/>
    <w:rsid w:val="00E12537"/>
    <w:rsid w:val="00E131BB"/>
    <w:rsid w:val="00E20664"/>
    <w:rsid w:val="00E2285C"/>
    <w:rsid w:val="00E41193"/>
    <w:rsid w:val="00E44975"/>
    <w:rsid w:val="00E61624"/>
    <w:rsid w:val="00E6244C"/>
    <w:rsid w:val="00E7746F"/>
    <w:rsid w:val="00E83130"/>
    <w:rsid w:val="00EA1041"/>
    <w:rsid w:val="00EA2CB0"/>
    <w:rsid w:val="00EA50B2"/>
    <w:rsid w:val="00EA6D2E"/>
    <w:rsid w:val="00EB0ECA"/>
    <w:rsid w:val="00ED3A39"/>
    <w:rsid w:val="00EE2B96"/>
    <w:rsid w:val="00EF1AC8"/>
    <w:rsid w:val="00EF407F"/>
    <w:rsid w:val="00EF6B2E"/>
    <w:rsid w:val="00EF7D45"/>
    <w:rsid w:val="00F055B7"/>
    <w:rsid w:val="00F078D8"/>
    <w:rsid w:val="00F07EEA"/>
    <w:rsid w:val="00F27663"/>
    <w:rsid w:val="00F32490"/>
    <w:rsid w:val="00F34564"/>
    <w:rsid w:val="00F41A9B"/>
    <w:rsid w:val="00F44D69"/>
    <w:rsid w:val="00F5310F"/>
    <w:rsid w:val="00F61110"/>
    <w:rsid w:val="00F62758"/>
    <w:rsid w:val="00F62ABB"/>
    <w:rsid w:val="00FB1F61"/>
    <w:rsid w:val="00FC75DA"/>
    <w:rsid w:val="00FD0A90"/>
    <w:rsid w:val="00FD7E58"/>
    <w:rsid w:val="00FE1D19"/>
    <w:rsid w:val="00FE23FF"/>
    <w:rsid w:val="00FF7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0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Header">
    <w:name w:val="header"/>
    <w:basedOn w:val="Normal"/>
    <w:link w:val="HeaderChar"/>
    <w:uiPriority w:val="99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123E7"/>
    <w:rPr>
      <w:rFonts w:ascii="Arial" w:hAnsi="Arial" w:cs="Times New Roman"/>
      <w:sz w:val="24"/>
    </w:rPr>
  </w:style>
  <w:style w:type="character" w:styleId="PageNumber">
    <w:name w:val="page number"/>
    <w:basedOn w:val="DefaultParagraphFont"/>
    <w:uiPriority w:val="99"/>
    <w:rsid w:val="00A4463D"/>
    <w:rPr>
      <w:rFonts w:cs="Times New Roman"/>
    </w:rPr>
  </w:style>
  <w:style w:type="table" w:styleId="TableGrid">
    <w:name w:val="Table Grid"/>
    <w:basedOn w:val="TableNormal"/>
    <w:uiPriority w:val="99"/>
    <w:rsid w:val="00A446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4463D"/>
    <w:rPr>
      <w:rFonts w:ascii="Times New Roman" w:hAnsi="Times New Roman" w:cs="Times New Roman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23E7"/>
    <w:rPr>
      <w:rFonts w:cs="Times New Roman"/>
      <w:sz w:val="2"/>
    </w:rPr>
  </w:style>
  <w:style w:type="paragraph" w:styleId="Title">
    <w:name w:val="Title"/>
    <w:basedOn w:val="Normal"/>
    <w:link w:val="TitleChar"/>
    <w:uiPriority w:val="99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32B07"/>
    <w:rPr>
      <w:rFonts w:ascii="Arial" w:hAnsi="Arial" w:cs="Times New Roman"/>
      <w:b/>
      <w:sz w:val="28"/>
    </w:rPr>
  </w:style>
  <w:style w:type="paragraph" w:styleId="Footer">
    <w:name w:val="footer"/>
    <w:basedOn w:val="Normal"/>
    <w:link w:val="FooterChar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123E7"/>
    <w:rPr>
      <w:rFonts w:ascii="Arial" w:hAnsi="Arial" w:cs="Times New Roman"/>
      <w:sz w:val="24"/>
    </w:rPr>
  </w:style>
  <w:style w:type="paragraph" w:styleId="BodyTextIndent">
    <w:name w:val="Body Text Indent"/>
    <w:basedOn w:val="Normal"/>
    <w:link w:val="BodyTextIndentChar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123E7"/>
    <w:rPr>
      <w:rFonts w:ascii="Arial" w:hAnsi="Arial" w:cs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123E7"/>
    <w:rPr>
      <w:rFonts w:ascii="Arial" w:hAnsi="Arial" w:cs="Times New Roman"/>
      <w:sz w:val="24"/>
    </w:rPr>
  </w:style>
  <w:style w:type="paragraph" w:customStyle="1" w:styleId="1">
    <w:name w:val="Абзац списка1"/>
    <w:basedOn w:val="Normal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">
    <w:name w:val="Знак"/>
    <w:basedOn w:val="Normal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866E6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08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1063</TotalTime>
  <Pages>8</Pages>
  <Words>2029</Words>
  <Characters>11569</Characters>
  <Application>Microsoft Office Outlook</Application>
  <DocSecurity>0</DocSecurity>
  <Lines>0</Lines>
  <Paragraphs>0</Paragraphs>
  <ScaleCrop>false</ScaleCrop>
  <Company>Отдел кадров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Красюкова Л.В.</dc:creator>
  <cp:keywords/>
  <dc:description/>
  <cp:lastModifiedBy>Прокурор</cp:lastModifiedBy>
  <cp:revision>28</cp:revision>
  <cp:lastPrinted>2020-03-04T07:58:00Z</cp:lastPrinted>
  <dcterms:created xsi:type="dcterms:W3CDTF">2019-09-18T13:54:00Z</dcterms:created>
  <dcterms:modified xsi:type="dcterms:W3CDTF">2020-03-04T08:27:00Z</dcterms:modified>
</cp:coreProperties>
</file>